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BE6EB" w14:textId="77777777" w:rsidR="00A55311" w:rsidRPr="00E245C1" w:rsidRDefault="00A55311" w:rsidP="00A55311">
      <w:pPr>
        <w:autoSpaceDN w:val="0"/>
        <w:spacing w:after="0"/>
        <w:ind w:right="-613" w:firstLine="7230"/>
        <w:jc w:val="left"/>
        <w:rPr>
          <w:rFonts w:ascii="Times New Roman" w:eastAsia="Times New Roman" w:hAnsi="Times New Roman" w:cs="Times New Roman"/>
          <w:bCs/>
        </w:rPr>
      </w:pPr>
      <w:r w:rsidRPr="00E245C1">
        <w:rPr>
          <w:rFonts w:ascii="Times New Roman" w:eastAsia="Times New Roman" w:hAnsi="Times New Roman" w:cs="Times New Roman"/>
          <w:bCs/>
        </w:rPr>
        <w:t>202</w:t>
      </w:r>
      <w:r>
        <w:rPr>
          <w:rFonts w:ascii="Times New Roman" w:eastAsia="Times New Roman" w:hAnsi="Times New Roman" w:cs="Times New Roman"/>
          <w:bCs/>
        </w:rPr>
        <w:t>5</w:t>
      </w:r>
      <w:r w:rsidRPr="00E245C1">
        <w:rPr>
          <w:rFonts w:ascii="Times New Roman" w:eastAsia="Times New Roman" w:hAnsi="Times New Roman" w:cs="Times New Roman"/>
          <w:bCs/>
        </w:rPr>
        <w:t xml:space="preserve"> m.                        d. </w:t>
      </w:r>
    </w:p>
    <w:p w14:paraId="36B6A0B6" w14:textId="77777777" w:rsidR="00A55311" w:rsidRDefault="00A55311" w:rsidP="00A55311">
      <w:pPr>
        <w:autoSpaceDN w:val="0"/>
        <w:spacing w:after="0"/>
        <w:ind w:left="6" w:right="-613" w:firstLine="7224"/>
        <w:jc w:val="left"/>
        <w:rPr>
          <w:rFonts w:ascii="Times New Roman" w:eastAsia="Times New Roman" w:hAnsi="Times New Roman" w:cs="Times New Roman"/>
          <w:bCs/>
        </w:rPr>
      </w:pPr>
      <w:r w:rsidRPr="00DD4FE8">
        <w:rPr>
          <w:rFonts w:ascii="Times New Roman" w:eastAsia="Times New Roman" w:hAnsi="Times New Roman" w:cs="Times New Roman"/>
          <w:bCs/>
        </w:rPr>
        <w:t xml:space="preserve">Lietuvos viešojo saugumo ir </w:t>
      </w:r>
      <w:r>
        <w:rPr>
          <w:rFonts w:ascii="Times New Roman" w:eastAsia="Times New Roman" w:hAnsi="Times New Roman" w:cs="Times New Roman"/>
          <w:bCs/>
        </w:rPr>
        <w:t xml:space="preserve">  </w:t>
      </w:r>
    </w:p>
    <w:p w14:paraId="174029B5" w14:textId="77777777" w:rsidR="00A55311" w:rsidRDefault="00A55311" w:rsidP="00A55311">
      <w:pPr>
        <w:autoSpaceDN w:val="0"/>
        <w:spacing w:after="0"/>
        <w:ind w:left="6" w:right="-613" w:firstLine="7224"/>
        <w:jc w:val="left"/>
        <w:rPr>
          <w:rFonts w:ascii="Times New Roman" w:eastAsia="Times New Roman" w:hAnsi="Times New Roman" w:cs="Times New Roman"/>
          <w:bCs/>
        </w:rPr>
      </w:pPr>
      <w:r w:rsidRPr="00DD4FE8">
        <w:rPr>
          <w:rFonts w:ascii="Times New Roman" w:eastAsia="Times New Roman" w:hAnsi="Times New Roman" w:cs="Times New Roman"/>
          <w:bCs/>
        </w:rPr>
        <w:t xml:space="preserve">pagalbos tarnybų skaitmeninio </w:t>
      </w:r>
    </w:p>
    <w:p w14:paraId="138CB217" w14:textId="77777777" w:rsidR="00A55311" w:rsidRDefault="00A55311" w:rsidP="00A55311">
      <w:pPr>
        <w:autoSpaceDN w:val="0"/>
        <w:spacing w:after="0"/>
        <w:ind w:left="6" w:right="-613" w:firstLine="7224"/>
        <w:jc w:val="left"/>
        <w:rPr>
          <w:rFonts w:ascii="Times New Roman" w:eastAsia="Times New Roman" w:hAnsi="Times New Roman" w:cs="Times New Roman"/>
          <w:bCs/>
        </w:rPr>
      </w:pPr>
      <w:r w:rsidRPr="00DD4FE8">
        <w:rPr>
          <w:rFonts w:ascii="Times New Roman" w:eastAsia="Times New Roman" w:hAnsi="Times New Roman" w:cs="Times New Roman"/>
          <w:bCs/>
        </w:rPr>
        <w:t xml:space="preserve">mobiliojo radijo ryšio tinklo </w:t>
      </w:r>
    </w:p>
    <w:p w14:paraId="1798CBB7" w14:textId="77777777" w:rsidR="00A55311" w:rsidRDefault="00A55311" w:rsidP="00A55311">
      <w:pPr>
        <w:autoSpaceDN w:val="0"/>
        <w:spacing w:after="0"/>
        <w:ind w:left="6" w:right="-613" w:firstLine="7224"/>
        <w:jc w:val="left"/>
        <w:rPr>
          <w:rFonts w:ascii="Times New Roman" w:eastAsia="Times New Roman" w:hAnsi="Times New Roman" w:cs="Times New Roman"/>
          <w:bCs/>
        </w:rPr>
      </w:pPr>
      <w:r w:rsidRPr="00DD4FE8">
        <w:rPr>
          <w:rFonts w:ascii="Times New Roman" w:eastAsia="Times New Roman" w:hAnsi="Times New Roman" w:cs="Times New Roman"/>
          <w:bCs/>
        </w:rPr>
        <w:t xml:space="preserve">talpinimo paslaugos pirkimo </w:t>
      </w:r>
    </w:p>
    <w:p w14:paraId="5BCBD72A" w14:textId="77777777" w:rsidR="00A55311" w:rsidRPr="00E245C1" w:rsidRDefault="00A55311" w:rsidP="00A55311">
      <w:pPr>
        <w:autoSpaceDN w:val="0"/>
        <w:spacing w:after="0"/>
        <w:ind w:left="6" w:right="-613" w:firstLine="7224"/>
        <w:jc w:val="left"/>
        <w:rPr>
          <w:rFonts w:ascii="Times New Roman" w:eastAsia="Times New Roman" w:hAnsi="Times New Roman" w:cs="Times New Roman"/>
          <w:bCs/>
        </w:rPr>
      </w:pPr>
      <w:r w:rsidRPr="00DD4FE8">
        <w:rPr>
          <w:rFonts w:ascii="Times New Roman" w:eastAsia="Times New Roman" w:hAnsi="Times New Roman" w:cs="Times New Roman"/>
          <w:bCs/>
        </w:rPr>
        <w:t xml:space="preserve">preliminariosios </w:t>
      </w:r>
      <w:r w:rsidRPr="00E245C1">
        <w:rPr>
          <w:rFonts w:ascii="Times New Roman" w:eastAsia="Times New Roman" w:hAnsi="Times New Roman" w:cs="Times New Roman"/>
          <w:bCs/>
        </w:rPr>
        <w:t xml:space="preserve"> sutarties Nr.         </w:t>
      </w:r>
    </w:p>
    <w:p w14:paraId="360A3C20" w14:textId="77777777" w:rsidR="00A55311" w:rsidRPr="00E245C1" w:rsidRDefault="00A55311" w:rsidP="00A55311">
      <w:pPr>
        <w:autoSpaceDN w:val="0"/>
        <w:spacing w:after="0"/>
        <w:ind w:right="-613" w:firstLine="7230"/>
        <w:jc w:val="lef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4 </w:t>
      </w:r>
      <w:r w:rsidRPr="00E245C1">
        <w:rPr>
          <w:rFonts w:ascii="Times New Roman" w:eastAsia="Times New Roman" w:hAnsi="Times New Roman" w:cs="Times New Roman"/>
          <w:bCs/>
        </w:rPr>
        <w:t>priedas</w:t>
      </w:r>
    </w:p>
    <w:p w14:paraId="0532BA12" w14:textId="77777777" w:rsidR="00A55311" w:rsidRDefault="00A55311" w:rsidP="003F616A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</w:p>
    <w:p w14:paraId="4E11C307" w14:textId="77777777" w:rsidR="00A55311" w:rsidRDefault="00A55311" w:rsidP="003F616A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</w:p>
    <w:p w14:paraId="2C01A6A4" w14:textId="2D526C4E" w:rsidR="006D0D3E" w:rsidRPr="00E15243" w:rsidRDefault="006D0D3E" w:rsidP="003F616A">
      <w:pPr>
        <w:spacing w:after="0" w:line="240" w:lineRule="auto"/>
        <w:jc w:val="center"/>
        <w:rPr>
          <w:rFonts w:ascii="Calibri Light" w:hAnsi="Calibri Light" w:cs="Calibri Light"/>
        </w:rPr>
      </w:pPr>
      <w:r w:rsidRPr="00E15243">
        <w:rPr>
          <w:rFonts w:ascii="Calibri Light" w:hAnsi="Calibri Light" w:cs="Calibri Light"/>
          <w:b/>
          <w:bCs/>
        </w:rPr>
        <w:t>LIETUVOS VIEŠOJO SAUGUMO IR PAGALBOS TARNYBŲ</w:t>
      </w:r>
    </w:p>
    <w:p w14:paraId="5662B0DA" w14:textId="7449A71D" w:rsidR="006D0D3E" w:rsidRPr="00E15243" w:rsidRDefault="006D0D3E" w:rsidP="006D0D3E">
      <w:pPr>
        <w:spacing w:after="0" w:line="240" w:lineRule="auto"/>
        <w:jc w:val="center"/>
        <w:rPr>
          <w:rFonts w:ascii="Calibri Light" w:hAnsi="Calibri Light" w:cs="Calibri Light"/>
        </w:rPr>
      </w:pPr>
      <w:r w:rsidRPr="00E15243">
        <w:rPr>
          <w:rFonts w:ascii="Calibri Light" w:hAnsi="Calibri Light" w:cs="Calibri Light"/>
          <w:b/>
          <w:bCs/>
        </w:rPr>
        <w:t>SKAITMENINIO MOBILIOJO RADIJO RYŠIO TINKLO ĮRANGOS</w:t>
      </w:r>
    </w:p>
    <w:p w14:paraId="54AF5019" w14:textId="6CC23B48" w:rsidR="006D0D3E" w:rsidRPr="00E15243" w:rsidRDefault="006D0D3E" w:rsidP="006D0D3E">
      <w:pPr>
        <w:spacing w:after="0" w:line="240" w:lineRule="auto"/>
        <w:jc w:val="center"/>
        <w:rPr>
          <w:rFonts w:ascii="Calibri Light" w:hAnsi="Calibri Light" w:cs="Calibri Light"/>
        </w:rPr>
      </w:pPr>
      <w:r w:rsidRPr="00E15243">
        <w:rPr>
          <w:rFonts w:ascii="Calibri Light" w:hAnsi="Calibri Light" w:cs="Calibri Light"/>
          <w:b/>
          <w:bCs/>
        </w:rPr>
        <w:t>TALPINIMO AKTAS</w:t>
      </w:r>
    </w:p>
    <w:p w14:paraId="64A0BF06" w14:textId="77777777" w:rsidR="006D0D3E" w:rsidRPr="00E15243" w:rsidRDefault="006D0D3E" w:rsidP="006D0D3E">
      <w:pPr>
        <w:rPr>
          <w:rFonts w:ascii="Calibri Light" w:hAnsi="Calibri Light" w:cs="Calibri Light"/>
        </w:rPr>
      </w:pPr>
      <w:r w:rsidRPr="00E15243">
        <w:rPr>
          <w:rFonts w:ascii="Calibri Light" w:hAnsi="Calibri Light" w:cs="Calibri Light"/>
          <w:b/>
          <w:bCs/>
        </w:rPr>
        <w:t> </w:t>
      </w:r>
      <w:r w:rsidRPr="00E15243">
        <w:rPr>
          <w:rFonts w:ascii="Calibri Light" w:hAnsi="Calibri Light" w:cs="Calibri Light"/>
        </w:rPr>
        <w:t> </w:t>
      </w:r>
    </w:p>
    <w:p w14:paraId="05CD3142" w14:textId="4FE1A50C" w:rsidR="006D0D3E" w:rsidRPr="00E15243" w:rsidRDefault="006D0D3E" w:rsidP="006D0D3E">
      <w:pPr>
        <w:jc w:val="center"/>
        <w:rPr>
          <w:rFonts w:ascii="Calibri Light" w:hAnsi="Calibri Light" w:cs="Calibri Light"/>
        </w:rPr>
      </w:pPr>
      <w:r w:rsidRPr="00E15243">
        <w:rPr>
          <w:rFonts w:ascii="Calibri Light" w:hAnsi="Calibri Light" w:cs="Calibri Light"/>
        </w:rPr>
        <w:t>202_ m. _________ d.</w:t>
      </w:r>
    </w:p>
    <w:p w14:paraId="2BE76FEB" w14:textId="1E85A73C" w:rsidR="006D0D3E" w:rsidRPr="00E15243" w:rsidRDefault="006D0D3E" w:rsidP="006D0D3E">
      <w:pPr>
        <w:jc w:val="center"/>
        <w:rPr>
          <w:rFonts w:ascii="Calibri Light" w:hAnsi="Calibri Light" w:cs="Calibri Light"/>
        </w:rPr>
      </w:pPr>
      <w:r w:rsidRPr="00E15243">
        <w:rPr>
          <w:rFonts w:ascii="Calibri Light" w:hAnsi="Calibri Light" w:cs="Calibri Light"/>
        </w:rPr>
        <w:t>Vilnius</w:t>
      </w:r>
    </w:p>
    <w:p w14:paraId="68BD5406" w14:textId="77777777" w:rsidR="006D0D3E" w:rsidRPr="00E15243" w:rsidRDefault="006D0D3E" w:rsidP="006D0D3E">
      <w:pPr>
        <w:rPr>
          <w:rFonts w:ascii="Calibri Light" w:hAnsi="Calibri Light" w:cs="Calibri Light"/>
        </w:rPr>
      </w:pPr>
      <w:r w:rsidRPr="00E15243">
        <w:rPr>
          <w:rFonts w:ascii="Calibri Light" w:hAnsi="Calibri Light" w:cs="Calibri Light"/>
        </w:rPr>
        <w:t>  </w:t>
      </w:r>
    </w:p>
    <w:p w14:paraId="424D5939" w14:textId="77777777" w:rsidR="006D0D3E" w:rsidRPr="00E15243" w:rsidRDefault="006D0D3E" w:rsidP="006D0D3E">
      <w:pPr>
        <w:rPr>
          <w:rFonts w:ascii="Calibri Light" w:hAnsi="Calibri Light" w:cs="Calibri Light"/>
        </w:rPr>
      </w:pPr>
      <w:r w:rsidRPr="00E15243">
        <w:rPr>
          <w:rFonts w:ascii="Calibri Light" w:hAnsi="Calibri Light" w:cs="Calibri Light"/>
        </w:rPr>
        <w:t>  </w:t>
      </w:r>
    </w:p>
    <w:p w14:paraId="2C64C0E4" w14:textId="5E1BE82A" w:rsidR="006D0D3E" w:rsidRPr="00E15243" w:rsidRDefault="006D0D3E" w:rsidP="006D0D3E">
      <w:pPr>
        <w:ind w:firstLine="567"/>
        <w:rPr>
          <w:rFonts w:ascii="Calibri Light" w:hAnsi="Calibri Light" w:cs="Calibri Light"/>
        </w:rPr>
      </w:pPr>
      <w:r w:rsidRPr="00E15243">
        <w:rPr>
          <w:rFonts w:ascii="Calibri Light" w:hAnsi="Calibri Light" w:cs="Calibri Light"/>
          <w:b/>
          <w:bCs/>
        </w:rPr>
        <w:t>Informatikos ir ryšių departamentas prie Lietuvos Respublikos vidaus reikalų ministerijos (</w:t>
      </w:r>
      <w:r w:rsidRPr="00E15243">
        <w:rPr>
          <w:rFonts w:ascii="Calibri Light" w:hAnsi="Calibri Light" w:cs="Calibri Light"/>
        </w:rPr>
        <w:t xml:space="preserve">toliau – </w:t>
      </w:r>
      <w:r w:rsidRPr="00E15243">
        <w:rPr>
          <w:rFonts w:ascii="Calibri Light" w:hAnsi="Calibri Light" w:cs="Calibri Light"/>
          <w:b/>
          <w:bCs/>
        </w:rPr>
        <w:t>Klientas)</w:t>
      </w:r>
      <w:r w:rsidRPr="00E15243">
        <w:rPr>
          <w:rFonts w:ascii="Calibri Light" w:hAnsi="Calibri Light" w:cs="Calibri Light"/>
        </w:rPr>
        <w:t>, atstovaujamas Informatikos ir ryšių departamento  ___________, vadovaudamasis 202</w:t>
      </w:r>
      <w:r w:rsidR="00163E6F">
        <w:rPr>
          <w:rFonts w:ascii="Calibri Light" w:hAnsi="Calibri Light" w:cs="Calibri Light"/>
        </w:rPr>
        <w:t>5</w:t>
      </w:r>
      <w:r w:rsidRPr="00E15243">
        <w:rPr>
          <w:rFonts w:ascii="Calibri Light" w:hAnsi="Calibri Light" w:cs="Calibri Light"/>
        </w:rPr>
        <w:t xml:space="preserve"> m. xxxxxxx d. Paslaugų viešojo pirkimo-pardavimo sutarties Nr. xxxxx   xx punktu, perduoda talpinimui, o </w:t>
      </w:r>
      <w:bookmarkStart w:id="0" w:name="_Hlk184859266"/>
      <w:r w:rsidR="00163E6F" w:rsidRPr="00163E6F">
        <w:rPr>
          <w:rFonts w:ascii="Calibri Light" w:hAnsi="Calibri Light" w:cs="Calibri Light"/>
          <w:b/>
          <w:bCs/>
        </w:rPr>
        <w:t>Telia Lietuva, AB</w:t>
      </w:r>
      <w:bookmarkEnd w:id="0"/>
      <w:r w:rsidR="00163E6F" w:rsidRPr="00163E6F" w:rsidDel="00500D87">
        <w:rPr>
          <w:rFonts w:ascii="Calibri Light" w:hAnsi="Calibri Light" w:cs="Calibri Light"/>
          <w:b/>
          <w:bCs/>
        </w:rPr>
        <w:t xml:space="preserve"> </w:t>
      </w:r>
      <w:r w:rsidR="00163E6F" w:rsidRPr="00163E6F">
        <w:rPr>
          <w:rFonts w:ascii="Calibri Light" w:hAnsi="Calibri Light" w:cs="Calibri Light"/>
        </w:rPr>
        <w:t xml:space="preserve"> </w:t>
      </w:r>
      <w:r w:rsidRPr="00E15243">
        <w:rPr>
          <w:rFonts w:ascii="Calibri Light" w:hAnsi="Calibri Light" w:cs="Calibri Light"/>
        </w:rPr>
        <w:t xml:space="preserve">(toliau – </w:t>
      </w:r>
      <w:r w:rsidRPr="00E15243">
        <w:rPr>
          <w:rFonts w:ascii="Calibri Light" w:hAnsi="Calibri Light" w:cs="Calibri Light"/>
          <w:b/>
          <w:bCs/>
        </w:rPr>
        <w:t>Paslaugų teikėjas</w:t>
      </w:r>
      <w:r w:rsidRPr="00E15243">
        <w:rPr>
          <w:rFonts w:ascii="Calibri Light" w:hAnsi="Calibri Light" w:cs="Calibri Light"/>
        </w:rPr>
        <w:t xml:space="preserve">), atstovaujama </w:t>
      </w:r>
      <w:proofErr w:type="spellStart"/>
      <w:r w:rsidRPr="00E15243">
        <w:rPr>
          <w:rFonts w:ascii="Calibri Light" w:hAnsi="Calibri Light" w:cs="Calibri Light"/>
        </w:rPr>
        <w:t>xxxxxx</w:t>
      </w:r>
      <w:proofErr w:type="spellEnd"/>
      <w:r w:rsidRPr="00E15243">
        <w:rPr>
          <w:rFonts w:ascii="Calibri Light" w:hAnsi="Calibri Light" w:cs="Calibri Light"/>
        </w:rPr>
        <w:t>, priima talpinimui įrangą, nurodytą lentelės talpinimo vietose. </w:t>
      </w:r>
    </w:p>
    <w:p w14:paraId="3048B4DC" w14:textId="77777777" w:rsidR="006D0D3E" w:rsidRPr="00E15243" w:rsidRDefault="006D0D3E" w:rsidP="006D0D3E">
      <w:pPr>
        <w:rPr>
          <w:rFonts w:ascii="Calibri Light" w:hAnsi="Calibri Light" w:cs="Calibri Light"/>
        </w:rPr>
      </w:pPr>
      <w:r w:rsidRPr="00E15243">
        <w:rPr>
          <w:rFonts w:ascii="Calibri Light" w:hAnsi="Calibri Light" w:cs="Calibri Light"/>
          <w:b/>
          <w:bCs/>
        </w:rPr>
        <w:t> </w:t>
      </w:r>
      <w:r w:rsidRPr="00E15243">
        <w:rPr>
          <w:rFonts w:ascii="Calibri Light" w:hAnsi="Calibri Light" w:cs="Calibri Light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780"/>
        <w:gridCol w:w="4575"/>
      </w:tblGrid>
      <w:tr w:rsidR="006D0D3E" w:rsidRPr="00E15243" w14:paraId="080E6CC3" w14:textId="77777777" w:rsidTr="006D0D3E">
        <w:trPr>
          <w:trHeight w:val="945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4F2114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Eil. Nr. 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B4EF35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Talpinami komponentai  </w:t>
            </w:r>
          </w:p>
          <w:p w14:paraId="0649904F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ir kiekis 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31E830" w14:textId="74AB7467" w:rsidR="006D0D3E" w:rsidRPr="00E15243" w:rsidRDefault="00DE5B96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V</w:t>
            </w:r>
            <w:r w:rsidR="006D0D3E" w:rsidRPr="00E15243">
              <w:rPr>
                <w:rFonts w:ascii="Calibri Light" w:hAnsi="Calibri Light" w:cs="Calibri Light"/>
              </w:rPr>
              <w:t>ietos  </w:t>
            </w:r>
          </w:p>
          <w:p w14:paraId="48A549D6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(talpinamiems komponentams) adresas </w:t>
            </w:r>
          </w:p>
        </w:tc>
      </w:tr>
      <w:tr w:rsidR="006D0D3E" w:rsidRPr="00E15243" w14:paraId="2B3DF18D" w14:textId="77777777" w:rsidTr="006D0D3E">
        <w:trPr>
          <w:trHeight w:val="945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6F3C66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1 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6CDA70" w14:textId="4E046A52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Radijo ryšio įranga MTS[X] – [X] vnt., </w:t>
            </w:r>
          </w:p>
          <w:p w14:paraId="6504DC2B" w14:textId="0CF55E2E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TX/RX antenos – [x] vnt., </w:t>
            </w:r>
          </w:p>
          <w:p w14:paraId="067F4387" w14:textId="1E4747D2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GPS antena – [x] vnt., </w:t>
            </w:r>
          </w:p>
          <w:p w14:paraId="5B4E46B7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  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FBCEEB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xxxx, xxxx r. sav., koordinatės: xx.xxxxxx, xx.xxxxxx (WGS) </w:t>
            </w:r>
          </w:p>
        </w:tc>
      </w:tr>
    </w:tbl>
    <w:p w14:paraId="02688272" w14:textId="77777777" w:rsidR="006D0D3E" w:rsidRPr="00E15243" w:rsidRDefault="006D0D3E" w:rsidP="006D0D3E">
      <w:pPr>
        <w:rPr>
          <w:rFonts w:ascii="Calibri Light" w:hAnsi="Calibri Light" w:cs="Calibri Light"/>
        </w:rPr>
      </w:pPr>
      <w:r w:rsidRPr="00E15243">
        <w:rPr>
          <w:rFonts w:ascii="Calibri Light" w:hAnsi="Calibri Light" w:cs="Calibri Light"/>
          <w:b/>
          <w:bCs/>
        </w:rPr>
        <w:t> </w:t>
      </w:r>
      <w:r w:rsidRPr="00E15243">
        <w:rPr>
          <w:rFonts w:ascii="Calibri Light" w:hAnsi="Calibri Light" w:cs="Calibri Light"/>
        </w:rPr>
        <w:t> </w:t>
      </w:r>
    </w:p>
    <w:p w14:paraId="7E61092E" w14:textId="77777777" w:rsidR="006D0D3E" w:rsidRPr="00E15243" w:rsidRDefault="006D0D3E" w:rsidP="006D0D3E">
      <w:pPr>
        <w:ind w:firstLine="567"/>
        <w:rPr>
          <w:rFonts w:ascii="Calibri Light" w:hAnsi="Calibri Light" w:cs="Calibri Light"/>
        </w:rPr>
      </w:pPr>
      <w:r w:rsidRPr="00E15243">
        <w:rPr>
          <w:rFonts w:ascii="Calibri Light" w:hAnsi="Calibri Light" w:cs="Calibri Light"/>
        </w:rPr>
        <w:t>Šis aktas surašytas 2 (dviem) egzemplioriais, po vieną Klientui ir Paslaugų teikėjui. </w:t>
      </w:r>
    </w:p>
    <w:p w14:paraId="6BAA2BA3" w14:textId="77777777" w:rsidR="006D0D3E" w:rsidRPr="00E15243" w:rsidRDefault="006D0D3E" w:rsidP="006D0D3E">
      <w:pPr>
        <w:rPr>
          <w:rFonts w:ascii="Calibri Light" w:hAnsi="Calibri Light" w:cs="Calibri Light"/>
        </w:rPr>
      </w:pPr>
      <w:r w:rsidRPr="00E15243">
        <w:rPr>
          <w:rFonts w:ascii="Calibri Light" w:hAnsi="Calibri Light" w:cs="Calibri Light"/>
        </w:rPr>
        <w:t> 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4800"/>
      </w:tblGrid>
      <w:tr w:rsidR="006D0D3E" w:rsidRPr="00E15243" w14:paraId="1DEACE71" w14:textId="77777777" w:rsidTr="006D0D3E">
        <w:trPr>
          <w:trHeight w:val="285"/>
        </w:trPr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58FBC8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  <w:b/>
                <w:bCs/>
              </w:rPr>
              <w:t>PERDAVĖ TALPINIMUI</w:t>
            </w:r>
            <w:r w:rsidRPr="00E15243">
              <w:rPr>
                <w:rFonts w:ascii="Calibri Light" w:hAnsi="Calibri Light" w:cs="Calibri Light"/>
              </w:rPr>
              <w:t> </w:t>
            </w:r>
          </w:p>
          <w:p w14:paraId="42C01354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  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B2581A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  <w:b/>
                <w:bCs/>
              </w:rPr>
              <w:t>PRIĖMĖ TALPINIMUI</w:t>
            </w:r>
            <w:r w:rsidRPr="00E15243">
              <w:rPr>
                <w:rFonts w:ascii="Calibri Light" w:hAnsi="Calibri Light" w:cs="Calibri Light"/>
              </w:rPr>
              <w:t> </w:t>
            </w:r>
          </w:p>
        </w:tc>
      </w:tr>
      <w:tr w:rsidR="006D0D3E" w:rsidRPr="00E15243" w14:paraId="6480D5DB" w14:textId="77777777" w:rsidTr="006D0D3E">
        <w:trPr>
          <w:trHeight w:val="285"/>
        </w:trPr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FE753B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Informatikos ir ryšių departamento prie </w:t>
            </w:r>
          </w:p>
          <w:p w14:paraId="63E42A67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Lietuvos Respublikos  </w:t>
            </w:r>
          </w:p>
          <w:p w14:paraId="433BA6AE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vidaus reikalų ministerijos </w:t>
            </w:r>
          </w:p>
          <w:p w14:paraId="6E4E01AD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  </w:t>
            </w:r>
          </w:p>
          <w:p w14:paraId="41A32E1A" w14:textId="0DDE6966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D5C09B" w14:textId="6406B9B0" w:rsidR="006D0D3E" w:rsidRPr="00E15243" w:rsidRDefault="00163E6F" w:rsidP="00163E6F">
            <w:pPr>
              <w:rPr>
                <w:rFonts w:ascii="Calibri Light" w:hAnsi="Calibri Light" w:cs="Calibri Light"/>
              </w:rPr>
            </w:pPr>
            <w:r w:rsidRPr="00163E6F">
              <w:rPr>
                <w:rFonts w:ascii="Calibri Light" w:hAnsi="Calibri Light" w:cs="Calibri Light"/>
              </w:rPr>
              <w:t xml:space="preserve">Telia Lietuva, AB  </w:t>
            </w:r>
          </w:p>
          <w:p w14:paraId="634ACE00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  </w:t>
            </w:r>
          </w:p>
          <w:p w14:paraId="47CDD215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  </w:t>
            </w:r>
          </w:p>
          <w:p w14:paraId="3E0141AD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  </w:t>
            </w:r>
          </w:p>
          <w:p w14:paraId="5401CF76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  </w:t>
            </w:r>
          </w:p>
        </w:tc>
      </w:tr>
      <w:tr w:rsidR="006D0D3E" w:rsidRPr="00E15243" w14:paraId="2FD1DDEC" w14:textId="77777777" w:rsidTr="006D0D3E">
        <w:trPr>
          <w:trHeight w:val="285"/>
        </w:trPr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99134B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lastRenderedPageBreak/>
              <w:t>  </w:t>
            </w:r>
          </w:p>
          <w:p w14:paraId="3485EAD4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  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8EA4E7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  </w:t>
            </w:r>
          </w:p>
          <w:p w14:paraId="4B58FC3F" w14:textId="77777777" w:rsidR="006D0D3E" w:rsidRPr="00E15243" w:rsidRDefault="006D0D3E" w:rsidP="006D0D3E">
            <w:pPr>
              <w:rPr>
                <w:rFonts w:ascii="Calibri Light" w:hAnsi="Calibri Light" w:cs="Calibri Light"/>
              </w:rPr>
            </w:pPr>
            <w:r w:rsidRPr="00E15243">
              <w:rPr>
                <w:rFonts w:ascii="Calibri Light" w:hAnsi="Calibri Light" w:cs="Calibri Light"/>
              </w:rPr>
              <w:t> </w:t>
            </w:r>
          </w:p>
        </w:tc>
      </w:tr>
    </w:tbl>
    <w:p w14:paraId="213B62D4" w14:textId="77777777" w:rsidR="006D0D3E" w:rsidRPr="00E15243" w:rsidRDefault="006D0D3E" w:rsidP="006D0D3E">
      <w:pPr>
        <w:rPr>
          <w:rFonts w:ascii="Calibri Light" w:hAnsi="Calibri Light" w:cs="Calibri Light"/>
        </w:rPr>
      </w:pPr>
      <w:r w:rsidRPr="00E15243">
        <w:rPr>
          <w:rFonts w:ascii="Calibri Light" w:hAnsi="Calibri Light" w:cs="Calibri Light"/>
        </w:rPr>
        <w:t> </w:t>
      </w:r>
    </w:p>
    <w:tbl>
      <w:tblPr>
        <w:tblW w:w="10538" w:type="dxa"/>
        <w:tblInd w:w="165" w:type="dxa"/>
        <w:tblLook w:val="0000" w:firstRow="0" w:lastRow="0" w:firstColumn="0" w:lastColumn="0" w:noHBand="0" w:noVBand="0"/>
      </w:tblPr>
      <w:tblGrid>
        <w:gridCol w:w="5238"/>
        <w:gridCol w:w="5300"/>
      </w:tblGrid>
      <w:tr w:rsidR="00C42FD3" w:rsidRPr="00C42FD3" w14:paraId="322948A7" w14:textId="77777777" w:rsidTr="001B0497">
        <w:trPr>
          <w:trHeight w:val="2054"/>
        </w:trPr>
        <w:tc>
          <w:tcPr>
            <w:tcW w:w="5238" w:type="dxa"/>
          </w:tcPr>
          <w:p w14:paraId="58A61533" w14:textId="77777777" w:rsidR="00C42FD3" w:rsidRPr="00C42FD3" w:rsidRDefault="00C42FD3" w:rsidP="00C42FD3">
            <w:pPr>
              <w:tabs>
                <w:tab w:val="left" w:pos="720"/>
                <w:tab w:val="left" w:pos="1008"/>
                <w:tab w:val="left" w:pos="9630"/>
              </w:tabs>
              <w:spacing w:after="0"/>
              <w:ind w:right="8"/>
              <w:rPr>
                <w:rFonts w:ascii="Calibri Light" w:eastAsia="Times New Roman" w:hAnsi="Calibri Light" w:cs="Calibri Light"/>
                <w:b/>
              </w:rPr>
            </w:pPr>
            <w:r w:rsidRPr="00C42FD3">
              <w:rPr>
                <w:rFonts w:ascii="Calibri Light" w:eastAsia="Times New Roman" w:hAnsi="Calibri Light" w:cs="Calibri Light"/>
                <w:b/>
              </w:rPr>
              <w:t>UŽSAKOVAS</w:t>
            </w:r>
          </w:p>
          <w:p w14:paraId="768832D8" w14:textId="77777777" w:rsidR="00C42FD3" w:rsidRPr="00C42FD3" w:rsidRDefault="00C42FD3" w:rsidP="00C42FD3">
            <w:pPr>
              <w:spacing w:after="0"/>
              <w:rPr>
                <w:rFonts w:ascii="Calibri Light" w:eastAsia="Times New Roman" w:hAnsi="Calibri Light" w:cs="Calibri Light"/>
                <w:b/>
                <w:bCs/>
              </w:rPr>
            </w:pPr>
            <w:r w:rsidRPr="00C42FD3">
              <w:rPr>
                <w:rFonts w:ascii="Calibri Light" w:eastAsia="Times New Roman" w:hAnsi="Calibri Light" w:cs="Calibri Light"/>
                <w:b/>
                <w:bCs/>
              </w:rPr>
              <w:t xml:space="preserve">Informatikos ir ryšių departamentas </w:t>
            </w:r>
          </w:p>
          <w:p w14:paraId="62138932" w14:textId="77777777" w:rsidR="00C42FD3" w:rsidRPr="00C42FD3" w:rsidRDefault="00C42FD3" w:rsidP="00C42FD3">
            <w:pPr>
              <w:spacing w:after="0"/>
              <w:rPr>
                <w:rFonts w:ascii="Calibri Light" w:eastAsia="Times New Roman" w:hAnsi="Calibri Light" w:cs="Calibri Light"/>
                <w:b/>
                <w:bCs/>
              </w:rPr>
            </w:pPr>
            <w:r w:rsidRPr="00C42FD3">
              <w:rPr>
                <w:rFonts w:ascii="Calibri Light" w:eastAsia="Times New Roman" w:hAnsi="Calibri Light" w:cs="Calibri Light"/>
                <w:b/>
                <w:bCs/>
              </w:rPr>
              <w:t xml:space="preserve">prie Lietuvos Respublikos vidaus </w:t>
            </w:r>
          </w:p>
          <w:p w14:paraId="22831F67" w14:textId="77777777" w:rsidR="00C42FD3" w:rsidRPr="00C42FD3" w:rsidRDefault="00C42FD3" w:rsidP="00C42FD3">
            <w:pPr>
              <w:spacing w:after="0"/>
              <w:rPr>
                <w:rFonts w:ascii="Calibri Light" w:eastAsia="Times New Roman" w:hAnsi="Calibri Light" w:cs="Calibri Light"/>
                <w:b/>
                <w:bCs/>
              </w:rPr>
            </w:pPr>
            <w:r w:rsidRPr="00C42FD3">
              <w:rPr>
                <w:rFonts w:ascii="Calibri Light" w:eastAsia="Times New Roman" w:hAnsi="Calibri Light" w:cs="Calibri Light"/>
                <w:b/>
                <w:bCs/>
              </w:rPr>
              <w:t>reikalų ministerijos</w:t>
            </w:r>
          </w:p>
          <w:p w14:paraId="1B587CE6" w14:textId="77777777" w:rsidR="00C42FD3" w:rsidRPr="00C42FD3" w:rsidRDefault="00C42FD3" w:rsidP="00C42FD3">
            <w:pPr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  <w:p w14:paraId="2CBC4C29" w14:textId="77777777" w:rsidR="00C42FD3" w:rsidRPr="00C42FD3" w:rsidRDefault="00C42FD3" w:rsidP="00C42FD3">
            <w:pPr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  <w:r w:rsidRPr="00C42FD3">
              <w:rPr>
                <w:rFonts w:ascii="Calibri Light" w:eastAsia="Times New Roman" w:hAnsi="Calibri Light" w:cs="Calibri Light"/>
                <w:color w:val="000000"/>
              </w:rPr>
              <w:t xml:space="preserve">Direktorė </w:t>
            </w:r>
            <w:r w:rsidRPr="00C42FD3">
              <w:rPr>
                <w:rFonts w:ascii="Calibri Light" w:eastAsia="Times New Roman" w:hAnsi="Calibri Light" w:cs="Calibri Light"/>
              </w:rPr>
              <w:t xml:space="preserve">                                               </w:t>
            </w:r>
          </w:p>
          <w:p w14:paraId="4EC29B1C" w14:textId="77777777" w:rsidR="00C42FD3" w:rsidRPr="00C42FD3" w:rsidRDefault="00C42FD3" w:rsidP="00C42FD3">
            <w:pPr>
              <w:tabs>
                <w:tab w:val="left" w:pos="9630"/>
              </w:tabs>
              <w:spacing w:after="0"/>
              <w:rPr>
                <w:rFonts w:ascii="Calibri Light" w:eastAsia="Times New Roman" w:hAnsi="Calibri Light" w:cs="Calibri Light"/>
              </w:rPr>
            </w:pPr>
            <w:r w:rsidRPr="00C42FD3">
              <w:rPr>
                <w:rFonts w:ascii="Calibri Light" w:eastAsia="Times New Roman" w:hAnsi="Calibri Light" w:cs="Calibri Light"/>
              </w:rPr>
              <w:t xml:space="preserve">Viktorija </w:t>
            </w:r>
            <w:proofErr w:type="spellStart"/>
            <w:r w:rsidRPr="00C42FD3">
              <w:rPr>
                <w:rFonts w:ascii="Calibri Light" w:eastAsia="Times New Roman" w:hAnsi="Calibri Light" w:cs="Calibri Light"/>
              </w:rPr>
              <w:t>Rūkštelė</w:t>
            </w:r>
            <w:proofErr w:type="spellEnd"/>
          </w:p>
        </w:tc>
        <w:tc>
          <w:tcPr>
            <w:tcW w:w="5300" w:type="dxa"/>
          </w:tcPr>
          <w:p w14:paraId="1AC54F53" w14:textId="77777777" w:rsidR="00C42FD3" w:rsidRPr="00C42FD3" w:rsidRDefault="00C42FD3" w:rsidP="00C42FD3">
            <w:pPr>
              <w:keepNext/>
              <w:tabs>
                <w:tab w:val="left" w:pos="9630"/>
              </w:tabs>
              <w:spacing w:after="0"/>
              <w:ind w:right="8"/>
              <w:outlineLvl w:val="0"/>
              <w:rPr>
                <w:rFonts w:ascii="Calibri Light" w:eastAsia="Arial Unicode MS" w:hAnsi="Calibri Light" w:cs="Calibri Light"/>
                <w:b/>
                <w:bCs/>
              </w:rPr>
            </w:pPr>
            <w:r w:rsidRPr="00C42FD3">
              <w:rPr>
                <w:rFonts w:ascii="Calibri Light" w:eastAsia="Arial Unicode MS" w:hAnsi="Calibri Light" w:cs="Calibri Light"/>
                <w:b/>
                <w:bCs/>
              </w:rPr>
              <w:t>PASLAUGŲ TEIKĖJAS</w:t>
            </w:r>
          </w:p>
          <w:p w14:paraId="524EB249" w14:textId="1F5E16E6" w:rsidR="00C42FD3" w:rsidRPr="00C42FD3" w:rsidRDefault="00C42FD3" w:rsidP="00C42FD3">
            <w:pPr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  <w:r w:rsidRPr="00C42FD3">
              <w:rPr>
                <w:rFonts w:ascii="Calibri Light" w:eastAsia="Times New Roman" w:hAnsi="Calibri Light" w:cs="Calibri Light"/>
                <w:b/>
                <w:bCs/>
              </w:rPr>
              <w:t xml:space="preserve">Telia Lietuva, AB  </w:t>
            </w:r>
          </w:p>
          <w:p w14:paraId="301A7B07" w14:textId="77777777" w:rsidR="00C42FD3" w:rsidRPr="00C42FD3" w:rsidRDefault="00C42FD3" w:rsidP="00C42FD3">
            <w:pPr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  <w:p w14:paraId="02EE9396" w14:textId="77777777" w:rsidR="00C42FD3" w:rsidRDefault="00C42FD3" w:rsidP="00C42FD3">
            <w:pPr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  <w:p w14:paraId="048305E0" w14:textId="77777777" w:rsidR="005209D0" w:rsidRPr="00C42FD3" w:rsidRDefault="005209D0" w:rsidP="00C42FD3">
            <w:pPr>
              <w:spacing w:after="0"/>
              <w:rPr>
                <w:rFonts w:ascii="Calibri Light" w:eastAsia="Times New Roman" w:hAnsi="Calibri Light" w:cs="Calibri Light"/>
                <w:color w:val="000000"/>
              </w:rPr>
            </w:pPr>
          </w:p>
          <w:p w14:paraId="3C559EE0" w14:textId="3BBCD0EA" w:rsidR="005209D0" w:rsidRDefault="005209D0" w:rsidP="00C42FD3">
            <w:pPr>
              <w:tabs>
                <w:tab w:val="left" w:pos="720"/>
                <w:tab w:val="left" w:pos="9630"/>
              </w:tabs>
              <w:spacing w:after="0"/>
              <w:ind w:right="8"/>
              <w:rPr>
                <w:rFonts w:ascii="Calibri Light" w:eastAsia="Times New Roman" w:hAnsi="Calibri Light" w:cs="Calibri Light"/>
                <w:color w:val="000000"/>
              </w:rPr>
            </w:pPr>
            <w:r w:rsidRPr="005209D0">
              <w:rPr>
                <w:rFonts w:ascii="Calibri Light" w:eastAsia="Times New Roman" w:hAnsi="Calibri Light" w:cs="Calibri Light"/>
                <w:color w:val="000000"/>
              </w:rPr>
              <w:t xml:space="preserve">Viešojo sektoriaus padalinio vadovė </w:t>
            </w:r>
          </w:p>
          <w:p w14:paraId="4EF54372" w14:textId="2D84E020" w:rsidR="00C42FD3" w:rsidRPr="00C42FD3" w:rsidRDefault="005209D0" w:rsidP="00C42FD3">
            <w:pPr>
              <w:tabs>
                <w:tab w:val="left" w:pos="720"/>
                <w:tab w:val="left" w:pos="9630"/>
              </w:tabs>
              <w:spacing w:after="0"/>
              <w:ind w:right="8"/>
              <w:rPr>
                <w:rFonts w:ascii="Calibri Light" w:eastAsia="Times New Roman" w:hAnsi="Calibri Light" w:cs="Calibri Light"/>
              </w:rPr>
            </w:pPr>
            <w:r w:rsidRPr="005209D0">
              <w:rPr>
                <w:rFonts w:ascii="Calibri Light" w:eastAsia="Times New Roman" w:hAnsi="Calibri Light" w:cs="Calibri Light"/>
                <w:color w:val="000000"/>
              </w:rPr>
              <w:t>Daiv</w:t>
            </w:r>
            <w:r>
              <w:rPr>
                <w:rFonts w:ascii="Calibri Light" w:eastAsia="Times New Roman" w:hAnsi="Calibri Light" w:cs="Calibri Light"/>
                <w:color w:val="000000"/>
              </w:rPr>
              <w:t>a</w:t>
            </w:r>
            <w:r w:rsidRPr="005209D0">
              <w:rPr>
                <w:rFonts w:ascii="Calibri Light" w:eastAsia="Times New Roman" w:hAnsi="Calibri Light" w:cs="Calibri Light"/>
                <w:color w:val="000000"/>
              </w:rPr>
              <w:t xml:space="preserve"> </w:t>
            </w:r>
            <w:proofErr w:type="spellStart"/>
            <w:r w:rsidRPr="005209D0">
              <w:rPr>
                <w:rFonts w:ascii="Calibri Light" w:eastAsia="Times New Roman" w:hAnsi="Calibri Light" w:cs="Calibri Light"/>
                <w:color w:val="000000"/>
              </w:rPr>
              <w:t>Nariūnienė</w:t>
            </w:r>
            <w:proofErr w:type="spellEnd"/>
          </w:p>
        </w:tc>
      </w:tr>
    </w:tbl>
    <w:p w14:paraId="3AB7958D" w14:textId="77777777" w:rsidR="006D0D3E" w:rsidRDefault="006D0D3E" w:rsidP="004B08FD">
      <w:pPr>
        <w:rPr>
          <w:rFonts w:ascii="Calibri Light" w:hAnsi="Calibri Light" w:cs="Calibri Light"/>
        </w:rPr>
      </w:pPr>
    </w:p>
    <w:p w14:paraId="45362866" w14:textId="77777777" w:rsidR="00C42FD3" w:rsidRDefault="00C42FD3" w:rsidP="004B08FD">
      <w:pPr>
        <w:rPr>
          <w:rFonts w:ascii="Calibri Light" w:hAnsi="Calibri Light" w:cs="Calibri Light"/>
        </w:rPr>
      </w:pPr>
    </w:p>
    <w:p w14:paraId="2DEE2C80" w14:textId="77777777" w:rsidR="00C42FD3" w:rsidRPr="00E15243" w:rsidRDefault="00C42FD3" w:rsidP="004B08FD">
      <w:pPr>
        <w:rPr>
          <w:rFonts w:ascii="Calibri Light" w:hAnsi="Calibri Light" w:cs="Calibri Light"/>
        </w:rPr>
      </w:pPr>
    </w:p>
    <w:sectPr w:rsidR="00C42FD3" w:rsidRPr="00E15243" w:rsidSect="007A6859">
      <w:footerReference w:type="default" r:id="rId11"/>
      <w:pgSz w:w="11907" w:h="16839" w:code="9"/>
      <w:pgMar w:top="1134" w:right="567" w:bottom="1134" w:left="1701" w:header="567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44CAC" w14:textId="77777777" w:rsidR="00FF7144" w:rsidRPr="00CC0D8E" w:rsidRDefault="00FF7144">
      <w:pPr>
        <w:spacing w:after="0" w:line="240" w:lineRule="auto"/>
      </w:pPr>
      <w:r w:rsidRPr="00CC0D8E">
        <w:separator/>
      </w:r>
    </w:p>
  </w:endnote>
  <w:endnote w:type="continuationSeparator" w:id="0">
    <w:p w14:paraId="3AE5B397" w14:textId="77777777" w:rsidR="00FF7144" w:rsidRPr="00CC0D8E" w:rsidRDefault="00FF7144">
      <w:pPr>
        <w:spacing w:after="0" w:line="240" w:lineRule="auto"/>
      </w:pPr>
      <w:r w:rsidRPr="00CC0D8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8F85D" w14:textId="1375F8C9" w:rsidR="00341730" w:rsidRPr="00CC0D8E" w:rsidRDefault="00341730" w:rsidP="00163E6F">
    <w:pPr>
      <w:pStyle w:val="Porat"/>
      <w:ind w:left="0"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03432" w14:textId="77777777" w:rsidR="00FF7144" w:rsidRPr="00CC0D8E" w:rsidRDefault="00FF7144">
      <w:pPr>
        <w:spacing w:after="0" w:line="240" w:lineRule="auto"/>
      </w:pPr>
      <w:r w:rsidRPr="00CC0D8E">
        <w:separator/>
      </w:r>
    </w:p>
  </w:footnote>
  <w:footnote w:type="continuationSeparator" w:id="0">
    <w:p w14:paraId="34A30326" w14:textId="77777777" w:rsidR="00FF7144" w:rsidRPr="00CC0D8E" w:rsidRDefault="00FF7144">
      <w:pPr>
        <w:spacing w:after="0" w:line="240" w:lineRule="auto"/>
      </w:pPr>
      <w:r w:rsidRPr="00CC0D8E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Sraassuenkleliai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Sraassuenkleliai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Sraassuenkleliai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Sraassuenkleliai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Sraassuenkleliais"/>
      <w:lvlText w:val="•"/>
      <w:lvlJc w:val="left"/>
      <w:pPr>
        <w:ind w:left="360" w:hanging="360"/>
      </w:pPr>
      <w:rPr>
        <w:rFonts w:ascii="Cambria" w:hAnsi="Cambria" w:hint="default"/>
        <w:color w:val="4F81BD" w:themeColor="accent1"/>
      </w:rPr>
    </w:lvl>
  </w:abstractNum>
  <w:abstractNum w:abstractNumId="5" w15:restartNumberingAfterBreak="0">
    <w:nsid w:val="03452797"/>
    <w:multiLevelType w:val="multilevel"/>
    <w:tmpl w:val="9DB25E18"/>
    <w:lvl w:ilvl="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069" w:hanging="432"/>
      </w:pPr>
    </w:lvl>
    <w:lvl w:ilvl="2">
      <w:start w:val="1"/>
      <w:numFmt w:val="decimal"/>
      <w:lvlText w:val="%1.%2.%3."/>
      <w:lvlJc w:val="left"/>
      <w:pPr>
        <w:ind w:left="2501" w:hanging="504"/>
      </w:pPr>
    </w:lvl>
    <w:lvl w:ilvl="3">
      <w:start w:val="1"/>
      <w:numFmt w:val="decimal"/>
      <w:lvlText w:val="%1.%2.%3.%4."/>
      <w:lvlJc w:val="left"/>
      <w:pPr>
        <w:ind w:left="3005" w:hanging="648"/>
      </w:pPr>
    </w:lvl>
    <w:lvl w:ilvl="4">
      <w:start w:val="1"/>
      <w:numFmt w:val="decimal"/>
      <w:lvlText w:val="%1.%2.%3.%4.%5."/>
      <w:lvlJc w:val="left"/>
      <w:pPr>
        <w:ind w:left="3509" w:hanging="792"/>
      </w:pPr>
    </w:lvl>
    <w:lvl w:ilvl="5">
      <w:start w:val="1"/>
      <w:numFmt w:val="decimal"/>
      <w:lvlText w:val="%1.%2.%3.%4.%5.%6."/>
      <w:lvlJc w:val="left"/>
      <w:pPr>
        <w:ind w:left="4013" w:hanging="936"/>
      </w:pPr>
    </w:lvl>
    <w:lvl w:ilvl="6">
      <w:start w:val="1"/>
      <w:numFmt w:val="decimal"/>
      <w:lvlText w:val="%1.%2.%3.%4.%5.%6.%7."/>
      <w:lvlJc w:val="left"/>
      <w:pPr>
        <w:ind w:left="4517" w:hanging="1080"/>
      </w:pPr>
    </w:lvl>
    <w:lvl w:ilvl="7">
      <w:start w:val="1"/>
      <w:numFmt w:val="decimal"/>
      <w:lvlText w:val="%1.%2.%3.%4.%5.%6.%7.%8."/>
      <w:lvlJc w:val="left"/>
      <w:pPr>
        <w:ind w:left="5021" w:hanging="1224"/>
      </w:pPr>
    </w:lvl>
    <w:lvl w:ilvl="8">
      <w:start w:val="1"/>
      <w:numFmt w:val="decimal"/>
      <w:lvlText w:val="%1.%2.%3.%4.%5.%6.%7.%8.%9."/>
      <w:lvlJc w:val="left"/>
      <w:pPr>
        <w:ind w:left="5597" w:hanging="1440"/>
      </w:pPr>
    </w:lvl>
  </w:abstractNum>
  <w:abstractNum w:abstractNumId="6" w15:restartNumberingAfterBreak="0">
    <w:nsid w:val="0DC74690"/>
    <w:multiLevelType w:val="multilevel"/>
    <w:tmpl w:val="9ECA19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7" w15:restartNumberingAfterBreak="0">
    <w:nsid w:val="19865DA3"/>
    <w:multiLevelType w:val="multilevel"/>
    <w:tmpl w:val="25FCAAAC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3" w:hanging="4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B6F205A"/>
    <w:multiLevelType w:val="multilevel"/>
    <w:tmpl w:val="9CA4ABB8"/>
    <w:styleLink w:val="Metinataskait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C660ACC"/>
    <w:multiLevelType w:val="multilevel"/>
    <w:tmpl w:val="47502D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309A4E24"/>
    <w:multiLevelType w:val="hybridMultilevel"/>
    <w:tmpl w:val="4B1E4FDC"/>
    <w:lvl w:ilvl="0" w:tplc="07FEF58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D29EB644">
      <w:start w:val="1"/>
      <w:numFmt w:val="decimal"/>
      <w:lvlText w:val="1.%2."/>
      <w:lvlJc w:val="left"/>
      <w:pPr>
        <w:ind w:left="1440" w:hanging="360"/>
      </w:pPr>
      <w:rPr>
        <w:rFonts w:cs="Times New Roman" w:hint="default"/>
      </w:rPr>
    </w:lvl>
    <w:lvl w:ilvl="2" w:tplc="94B45E3A">
      <w:start w:val="1"/>
      <w:numFmt w:val="decimal"/>
      <w:lvlText w:val="1.1.%3."/>
      <w:lvlJc w:val="left"/>
      <w:pPr>
        <w:ind w:left="2160" w:hanging="180"/>
      </w:pPr>
      <w:rPr>
        <w:rFonts w:cs="Times New Roman" w:hint="default"/>
        <w:color w:val="auto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44055E"/>
    <w:multiLevelType w:val="hybridMultilevel"/>
    <w:tmpl w:val="A552DC4C"/>
    <w:lvl w:ilvl="0" w:tplc="7E1A301A">
      <w:start w:val="1"/>
      <w:numFmt w:val="decimal"/>
      <w:lvlText w:val="2.%1."/>
      <w:lvlJc w:val="left"/>
      <w:pPr>
        <w:ind w:left="1287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 w15:restartNumberingAfterBreak="0">
    <w:nsid w:val="34B95FF7"/>
    <w:multiLevelType w:val="hybridMultilevel"/>
    <w:tmpl w:val="83EC6FF4"/>
    <w:lvl w:ilvl="0" w:tplc="042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F6A45"/>
    <w:multiLevelType w:val="multilevel"/>
    <w:tmpl w:val="80C0D6D2"/>
    <w:lvl w:ilvl="0">
      <w:start w:val="1"/>
      <w:numFmt w:val="decimal"/>
      <w:pStyle w:val="Sraassunumeria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raassunumeriais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Sraassunumeriais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Sraassunumeriais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Sraassunumeriais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D3A15EC"/>
    <w:multiLevelType w:val="multilevel"/>
    <w:tmpl w:val="EFDC79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3DFA6EFB"/>
    <w:multiLevelType w:val="hybridMultilevel"/>
    <w:tmpl w:val="D48ECFB8"/>
    <w:lvl w:ilvl="0" w:tplc="580C1B0C">
      <w:start w:val="1"/>
      <w:numFmt w:val="decimal"/>
      <w:lvlText w:val="3.%1."/>
      <w:lvlJc w:val="left"/>
      <w:pPr>
        <w:ind w:left="840" w:hanging="360"/>
      </w:pPr>
      <w:rPr>
        <w:rFonts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CE537C"/>
    <w:multiLevelType w:val="hybridMultilevel"/>
    <w:tmpl w:val="2A625916"/>
    <w:lvl w:ilvl="0" w:tplc="39F0386E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E657F0"/>
    <w:multiLevelType w:val="multilevel"/>
    <w:tmpl w:val="E8DA988A"/>
    <w:lvl w:ilvl="0">
      <w:start w:val="1"/>
      <w:numFmt w:val="upperRoman"/>
      <w:pStyle w:val="Skyriauspavadinimas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619A26B1"/>
    <w:multiLevelType w:val="hybridMultilevel"/>
    <w:tmpl w:val="FEC2F512"/>
    <w:lvl w:ilvl="0" w:tplc="A900D02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596562"/>
    <w:multiLevelType w:val="hybridMultilevel"/>
    <w:tmpl w:val="6330A3C4"/>
    <w:lvl w:ilvl="0" w:tplc="FFFFFFFF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92C59"/>
    <w:multiLevelType w:val="multilevel"/>
    <w:tmpl w:val="5BE27E1E"/>
    <w:lvl w:ilvl="0">
      <w:start w:val="1"/>
      <w:numFmt w:val="decimal"/>
      <w:lvlText w:val="%1."/>
      <w:lvlJc w:val="left"/>
      <w:pPr>
        <w:ind w:left="0" w:hanging="360"/>
      </w:pPr>
      <w:rPr>
        <w:rFonts w:ascii="Calibri Light" w:hAnsi="Calibri Light" w:cs="Calibri Light" w:hint="default"/>
        <w:color w:val="548DD4" w:themeColor="text2" w:themeTint="99"/>
        <w:sz w:val="24"/>
      </w:rPr>
    </w:lvl>
    <w:lvl w:ilvl="1">
      <w:start w:val="1"/>
      <w:numFmt w:val="decimal"/>
      <w:isLgl/>
      <w:lvlText w:val="%1.%2"/>
      <w:lvlJc w:val="left"/>
      <w:pPr>
        <w:ind w:left="0" w:hanging="360"/>
      </w:pPr>
      <w:rPr>
        <w:rFonts w:ascii="Calibri Light" w:hAnsi="Calibri Light" w:cs="Calibri Light" w:hint="default"/>
        <w:b w:val="0"/>
        <w:color w:val="auto"/>
        <w:sz w:val="22"/>
        <w:szCs w:val="20"/>
      </w:rPr>
    </w:lvl>
    <w:lvl w:ilvl="2">
      <w:start w:val="1"/>
      <w:numFmt w:val="decimal"/>
      <w:lvlText w:val="2.1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800"/>
      </w:pPr>
      <w:rPr>
        <w:rFonts w:hint="default"/>
      </w:rPr>
    </w:lvl>
  </w:abstractNum>
  <w:abstractNum w:abstractNumId="21" w15:restartNumberingAfterBreak="0">
    <w:nsid w:val="7E3045ED"/>
    <w:multiLevelType w:val="hybridMultilevel"/>
    <w:tmpl w:val="8CC85B6A"/>
    <w:lvl w:ilvl="0" w:tplc="AF88664A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473500">
    <w:abstractNumId w:val="4"/>
  </w:num>
  <w:num w:numId="2" w16cid:durableId="1365012217">
    <w:abstractNumId w:val="3"/>
  </w:num>
  <w:num w:numId="3" w16cid:durableId="1680699666">
    <w:abstractNumId w:val="2"/>
  </w:num>
  <w:num w:numId="4" w16cid:durableId="1325280421">
    <w:abstractNumId w:val="1"/>
  </w:num>
  <w:num w:numId="5" w16cid:durableId="1073552343">
    <w:abstractNumId w:val="0"/>
  </w:num>
  <w:num w:numId="6" w16cid:durableId="742416605">
    <w:abstractNumId w:val="8"/>
  </w:num>
  <w:num w:numId="7" w16cid:durableId="1489975814">
    <w:abstractNumId w:val="13"/>
  </w:num>
  <w:num w:numId="8" w16cid:durableId="108089608">
    <w:abstractNumId w:val="20"/>
  </w:num>
  <w:num w:numId="9" w16cid:durableId="824126823">
    <w:abstractNumId w:val="16"/>
  </w:num>
  <w:num w:numId="10" w16cid:durableId="321472837">
    <w:abstractNumId w:val="18"/>
  </w:num>
  <w:num w:numId="11" w16cid:durableId="689644472">
    <w:abstractNumId w:val="19"/>
  </w:num>
  <w:num w:numId="12" w16cid:durableId="202255444">
    <w:abstractNumId w:val="17"/>
  </w:num>
  <w:num w:numId="13" w16cid:durableId="74515385">
    <w:abstractNumId w:val="7"/>
  </w:num>
  <w:num w:numId="14" w16cid:durableId="19004799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872947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46487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606977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1209725">
    <w:abstractNumId w:val="5"/>
  </w:num>
  <w:num w:numId="19" w16cid:durableId="918639556">
    <w:abstractNumId w:val="14"/>
  </w:num>
  <w:num w:numId="20" w16cid:durableId="935135860">
    <w:abstractNumId w:val="12"/>
  </w:num>
  <w:num w:numId="21" w16cid:durableId="1315641847">
    <w:abstractNumId w:val="21"/>
  </w:num>
  <w:num w:numId="22" w16cid:durableId="1664553215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attachedTemplate r:id="rId1"/>
  <w:defaultTabStop w:val="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1NjQ1MzcxMLW0tDRR0lEKTi0uzszPAykwrAUAdbgi3CwAAAA="/>
  </w:docVars>
  <w:rsids>
    <w:rsidRoot w:val="006D305F"/>
    <w:rsid w:val="00001963"/>
    <w:rsid w:val="00001DCD"/>
    <w:rsid w:val="000050A5"/>
    <w:rsid w:val="000204A6"/>
    <w:rsid w:val="000230CF"/>
    <w:rsid w:val="00026A54"/>
    <w:rsid w:val="000270ED"/>
    <w:rsid w:val="00031C0E"/>
    <w:rsid w:val="00032092"/>
    <w:rsid w:val="000324A9"/>
    <w:rsid w:val="00032791"/>
    <w:rsid w:val="000333FF"/>
    <w:rsid w:val="0003366F"/>
    <w:rsid w:val="0003446B"/>
    <w:rsid w:val="00036DBB"/>
    <w:rsid w:val="00037185"/>
    <w:rsid w:val="00041E3C"/>
    <w:rsid w:val="0004269F"/>
    <w:rsid w:val="0004608F"/>
    <w:rsid w:val="0004685E"/>
    <w:rsid w:val="000474C5"/>
    <w:rsid w:val="00047A1E"/>
    <w:rsid w:val="0005105B"/>
    <w:rsid w:val="0005633C"/>
    <w:rsid w:val="0006062F"/>
    <w:rsid w:val="00065301"/>
    <w:rsid w:val="0007339C"/>
    <w:rsid w:val="0007441D"/>
    <w:rsid w:val="000777D3"/>
    <w:rsid w:val="00077819"/>
    <w:rsid w:val="00077F4E"/>
    <w:rsid w:val="00080339"/>
    <w:rsid w:val="00084F44"/>
    <w:rsid w:val="00091623"/>
    <w:rsid w:val="000938E5"/>
    <w:rsid w:val="00097241"/>
    <w:rsid w:val="000A23D3"/>
    <w:rsid w:val="000A61E0"/>
    <w:rsid w:val="000B0A6A"/>
    <w:rsid w:val="000B2D98"/>
    <w:rsid w:val="000B496A"/>
    <w:rsid w:val="000C1CDC"/>
    <w:rsid w:val="000D122A"/>
    <w:rsid w:val="000D3C13"/>
    <w:rsid w:val="000D4AFC"/>
    <w:rsid w:val="000D610B"/>
    <w:rsid w:val="000E047F"/>
    <w:rsid w:val="000E181D"/>
    <w:rsid w:val="000E1906"/>
    <w:rsid w:val="000E3976"/>
    <w:rsid w:val="000E416B"/>
    <w:rsid w:val="000F4D3D"/>
    <w:rsid w:val="000F554D"/>
    <w:rsid w:val="000F5D57"/>
    <w:rsid w:val="000F6B0B"/>
    <w:rsid w:val="001038C5"/>
    <w:rsid w:val="00103A07"/>
    <w:rsid w:val="00115605"/>
    <w:rsid w:val="00131CAC"/>
    <w:rsid w:val="00131DD2"/>
    <w:rsid w:val="0013231E"/>
    <w:rsid w:val="00132CE3"/>
    <w:rsid w:val="001435F3"/>
    <w:rsid w:val="0014465A"/>
    <w:rsid w:val="001458F5"/>
    <w:rsid w:val="0015198B"/>
    <w:rsid w:val="0015224A"/>
    <w:rsid w:val="00153F22"/>
    <w:rsid w:val="00155163"/>
    <w:rsid w:val="0016225E"/>
    <w:rsid w:val="00163E6F"/>
    <w:rsid w:val="00164D66"/>
    <w:rsid w:val="00165468"/>
    <w:rsid w:val="00171C82"/>
    <w:rsid w:val="00172A6B"/>
    <w:rsid w:val="00172C17"/>
    <w:rsid w:val="00185BB7"/>
    <w:rsid w:val="00185F21"/>
    <w:rsid w:val="00186DC3"/>
    <w:rsid w:val="00192838"/>
    <w:rsid w:val="00194EA9"/>
    <w:rsid w:val="001963C3"/>
    <w:rsid w:val="00196CFC"/>
    <w:rsid w:val="00196EE4"/>
    <w:rsid w:val="001A0AC6"/>
    <w:rsid w:val="001A6565"/>
    <w:rsid w:val="001B189E"/>
    <w:rsid w:val="001B1C4A"/>
    <w:rsid w:val="001B6831"/>
    <w:rsid w:val="001B7AC7"/>
    <w:rsid w:val="001B7BEB"/>
    <w:rsid w:val="001C05DA"/>
    <w:rsid w:val="001C7F01"/>
    <w:rsid w:val="001D0635"/>
    <w:rsid w:val="001D1EC2"/>
    <w:rsid w:val="001D273C"/>
    <w:rsid w:val="001D32D3"/>
    <w:rsid w:val="001D3CBD"/>
    <w:rsid w:val="001D7B27"/>
    <w:rsid w:val="001E3974"/>
    <w:rsid w:val="001F04A0"/>
    <w:rsid w:val="001F0C86"/>
    <w:rsid w:val="001F3F23"/>
    <w:rsid w:val="001F5C7D"/>
    <w:rsid w:val="001F6330"/>
    <w:rsid w:val="00203611"/>
    <w:rsid w:val="0020542B"/>
    <w:rsid w:val="00207622"/>
    <w:rsid w:val="002101D9"/>
    <w:rsid w:val="00210D07"/>
    <w:rsid w:val="00211AD7"/>
    <w:rsid w:val="002124F9"/>
    <w:rsid w:val="00216CC3"/>
    <w:rsid w:val="00230C9A"/>
    <w:rsid w:val="002323A2"/>
    <w:rsid w:val="00232945"/>
    <w:rsid w:val="00243A47"/>
    <w:rsid w:val="00250406"/>
    <w:rsid w:val="00255CAD"/>
    <w:rsid w:val="002560AC"/>
    <w:rsid w:val="00261339"/>
    <w:rsid w:val="00261B88"/>
    <w:rsid w:val="00263108"/>
    <w:rsid w:val="00265809"/>
    <w:rsid w:val="0026624B"/>
    <w:rsid w:val="002677A6"/>
    <w:rsid w:val="00267F13"/>
    <w:rsid w:val="0027333C"/>
    <w:rsid w:val="00273CFD"/>
    <w:rsid w:val="002778B8"/>
    <w:rsid w:val="00281958"/>
    <w:rsid w:val="00282E42"/>
    <w:rsid w:val="00285D71"/>
    <w:rsid w:val="002862F1"/>
    <w:rsid w:val="00290944"/>
    <w:rsid w:val="002912FE"/>
    <w:rsid w:val="00292FAC"/>
    <w:rsid w:val="0029701E"/>
    <w:rsid w:val="002A626E"/>
    <w:rsid w:val="002B0C49"/>
    <w:rsid w:val="002B6319"/>
    <w:rsid w:val="002C3F4C"/>
    <w:rsid w:val="002C4E6E"/>
    <w:rsid w:val="002C7618"/>
    <w:rsid w:val="002C7F2C"/>
    <w:rsid w:val="002D3BC2"/>
    <w:rsid w:val="002D442C"/>
    <w:rsid w:val="002E0350"/>
    <w:rsid w:val="002E3F2C"/>
    <w:rsid w:val="002F17F0"/>
    <w:rsid w:val="00301BF1"/>
    <w:rsid w:val="00304F4D"/>
    <w:rsid w:val="003078E9"/>
    <w:rsid w:val="003150D0"/>
    <w:rsid w:val="00317F2D"/>
    <w:rsid w:val="00322280"/>
    <w:rsid w:val="003236D0"/>
    <w:rsid w:val="00323F91"/>
    <w:rsid w:val="0032707B"/>
    <w:rsid w:val="003310F5"/>
    <w:rsid w:val="00332331"/>
    <w:rsid w:val="00334960"/>
    <w:rsid w:val="00334A5F"/>
    <w:rsid w:val="003400D5"/>
    <w:rsid w:val="00341730"/>
    <w:rsid w:val="003417D8"/>
    <w:rsid w:val="00341C69"/>
    <w:rsid w:val="0034278B"/>
    <w:rsid w:val="003431FC"/>
    <w:rsid w:val="003444CE"/>
    <w:rsid w:val="003449B9"/>
    <w:rsid w:val="00350A71"/>
    <w:rsid w:val="003527DF"/>
    <w:rsid w:val="00355B56"/>
    <w:rsid w:val="00357BD5"/>
    <w:rsid w:val="003600E3"/>
    <w:rsid w:val="00360745"/>
    <w:rsid w:val="00361FA4"/>
    <w:rsid w:val="003622DA"/>
    <w:rsid w:val="0036677E"/>
    <w:rsid w:val="00366BC2"/>
    <w:rsid w:val="003673D6"/>
    <w:rsid w:val="00370341"/>
    <w:rsid w:val="00375382"/>
    <w:rsid w:val="00385616"/>
    <w:rsid w:val="00386DCD"/>
    <w:rsid w:val="00393B7E"/>
    <w:rsid w:val="00396470"/>
    <w:rsid w:val="0039787C"/>
    <w:rsid w:val="003A0FE4"/>
    <w:rsid w:val="003A1596"/>
    <w:rsid w:val="003A2D50"/>
    <w:rsid w:val="003A4893"/>
    <w:rsid w:val="003A5FC9"/>
    <w:rsid w:val="003A7E07"/>
    <w:rsid w:val="003B0B81"/>
    <w:rsid w:val="003B531F"/>
    <w:rsid w:val="003B752A"/>
    <w:rsid w:val="003C09BD"/>
    <w:rsid w:val="003C30A1"/>
    <w:rsid w:val="003C392B"/>
    <w:rsid w:val="003C60C3"/>
    <w:rsid w:val="003C6B2B"/>
    <w:rsid w:val="003C799A"/>
    <w:rsid w:val="003D0DA8"/>
    <w:rsid w:val="003D4D74"/>
    <w:rsid w:val="003D5439"/>
    <w:rsid w:val="003E207A"/>
    <w:rsid w:val="003E2558"/>
    <w:rsid w:val="003E49D5"/>
    <w:rsid w:val="003E5E3D"/>
    <w:rsid w:val="003F1AC0"/>
    <w:rsid w:val="003F20DE"/>
    <w:rsid w:val="003F2E3F"/>
    <w:rsid w:val="003F5C62"/>
    <w:rsid w:val="003F616A"/>
    <w:rsid w:val="003F6C42"/>
    <w:rsid w:val="00401B10"/>
    <w:rsid w:val="00403AC9"/>
    <w:rsid w:val="00404FDE"/>
    <w:rsid w:val="00405188"/>
    <w:rsid w:val="004053F7"/>
    <w:rsid w:val="00411635"/>
    <w:rsid w:val="00414DCC"/>
    <w:rsid w:val="00416B54"/>
    <w:rsid w:val="004203FE"/>
    <w:rsid w:val="004222E8"/>
    <w:rsid w:val="004240B1"/>
    <w:rsid w:val="004240FC"/>
    <w:rsid w:val="004252BA"/>
    <w:rsid w:val="0042600F"/>
    <w:rsid w:val="00430A6E"/>
    <w:rsid w:val="00433025"/>
    <w:rsid w:val="0043518E"/>
    <w:rsid w:val="00441A7B"/>
    <w:rsid w:val="00443697"/>
    <w:rsid w:val="0044629C"/>
    <w:rsid w:val="00447F1C"/>
    <w:rsid w:val="0045188C"/>
    <w:rsid w:val="004539F4"/>
    <w:rsid w:val="00457E8B"/>
    <w:rsid w:val="00466866"/>
    <w:rsid w:val="00470AB6"/>
    <w:rsid w:val="004710A2"/>
    <w:rsid w:val="0047250A"/>
    <w:rsid w:val="0047713F"/>
    <w:rsid w:val="00480704"/>
    <w:rsid w:val="004816C3"/>
    <w:rsid w:val="00482726"/>
    <w:rsid w:val="00483E3A"/>
    <w:rsid w:val="0048798F"/>
    <w:rsid w:val="004A2E21"/>
    <w:rsid w:val="004A2F52"/>
    <w:rsid w:val="004A51A5"/>
    <w:rsid w:val="004B08FD"/>
    <w:rsid w:val="004B1CC5"/>
    <w:rsid w:val="004B5F4C"/>
    <w:rsid w:val="004C2950"/>
    <w:rsid w:val="004C4182"/>
    <w:rsid w:val="004D2E01"/>
    <w:rsid w:val="004D6648"/>
    <w:rsid w:val="004E1BDF"/>
    <w:rsid w:val="004E2DBF"/>
    <w:rsid w:val="004E4612"/>
    <w:rsid w:val="004E4DC2"/>
    <w:rsid w:val="004E5655"/>
    <w:rsid w:val="004E76BD"/>
    <w:rsid w:val="004F3586"/>
    <w:rsid w:val="004F3E30"/>
    <w:rsid w:val="004F5A66"/>
    <w:rsid w:val="004F78F2"/>
    <w:rsid w:val="00500D87"/>
    <w:rsid w:val="00506781"/>
    <w:rsid w:val="0050743B"/>
    <w:rsid w:val="00511227"/>
    <w:rsid w:val="00513744"/>
    <w:rsid w:val="00516AEA"/>
    <w:rsid w:val="0052099D"/>
    <w:rsid w:val="005209D0"/>
    <w:rsid w:val="00521503"/>
    <w:rsid w:val="00526DF4"/>
    <w:rsid w:val="0053154C"/>
    <w:rsid w:val="005332C7"/>
    <w:rsid w:val="0053394A"/>
    <w:rsid w:val="00537D0A"/>
    <w:rsid w:val="0054393F"/>
    <w:rsid w:val="00547246"/>
    <w:rsid w:val="00556361"/>
    <w:rsid w:val="00556954"/>
    <w:rsid w:val="00562C39"/>
    <w:rsid w:val="005650A3"/>
    <w:rsid w:val="0057366E"/>
    <w:rsid w:val="00576756"/>
    <w:rsid w:val="00577111"/>
    <w:rsid w:val="00583277"/>
    <w:rsid w:val="00585AC0"/>
    <w:rsid w:val="00587AC4"/>
    <w:rsid w:val="005933B8"/>
    <w:rsid w:val="005976DA"/>
    <w:rsid w:val="005A79B7"/>
    <w:rsid w:val="005B1C22"/>
    <w:rsid w:val="005B463E"/>
    <w:rsid w:val="005C4CEB"/>
    <w:rsid w:val="005C51B6"/>
    <w:rsid w:val="005C63FE"/>
    <w:rsid w:val="005D1C93"/>
    <w:rsid w:val="005D34D3"/>
    <w:rsid w:val="005D3C9F"/>
    <w:rsid w:val="005D4666"/>
    <w:rsid w:val="005D6E77"/>
    <w:rsid w:val="005E0436"/>
    <w:rsid w:val="005E1BA9"/>
    <w:rsid w:val="005E22C9"/>
    <w:rsid w:val="005E66EA"/>
    <w:rsid w:val="005E7ED4"/>
    <w:rsid w:val="00602E4B"/>
    <w:rsid w:val="00604800"/>
    <w:rsid w:val="006048BE"/>
    <w:rsid w:val="00605815"/>
    <w:rsid w:val="00607EFD"/>
    <w:rsid w:val="006119AB"/>
    <w:rsid w:val="006123C5"/>
    <w:rsid w:val="00616091"/>
    <w:rsid w:val="006171F1"/>
    <w:rsid w:val="0062098E"/>
    <w:rsid w:val="006231EE"/>
    <w:rsid w:val="00625227"/>
    <w:rsid w:val="0062688A"/>
    <w:rsid w:val="0063093F"/>
    <w:rsid w:val="00631B39"/>
    <w:rsid w:val="00633D88"/>
    <w:rsid w:val="0064005E"/>
    <w:rsid w:val="006419D6"/>
    <w:rsid w:val="00641EB9"/>
    <w:rsid w:val="0064489F"/>
    <w:rsid w:val="00652ABC"/>
    <w:rsid w:val="0065426A"/>
    <w:rsid w:val="0065442D"/>
    <w:rsid w:val="00654CB1"/>
    <w:rsid w:val="006669CA"/>
    <w:rsid w:val="00671C08"/>
    <w:rsid w:val="006802B3"/>
    <w:rsid w:val="00681908"/>
    <w:rsid w:val="0068775C"/>
    <w:rsid w:val="006877C9"/>
    <w:rsid w:val="00691F8E"/>
    <w:rsid w:val="00692FA5"/>
    <w:rsid w:val="00693E19"/>
    <w:rsid w:val="006A2DF1"/>
    <w:rsid w:val="006A6940"/>
    <w:rsid w:val="006B2576"/>
    <w:rsid w:val="006B5389"/>
    <w:rsid w:val="006B79D6"/>
    <w:rsid w:val="006C070D"/>
    <w:rsid w:val="006C119C"/>
    <w:rsid w:val="006C1E6F"/>
    <w:rsid w:val="006C24F1"/>
    <w:rsid w:val="006C5BA9"/>
    <w:rsid w:val="006C785A"/>
    <w:rsid w:val="006D0D3E"/>
    <w:rsid w:val="006D305F"/>
    <w:rsid w:val="006D6F6B"/>
    <w:rsid w:val="006D7411"/>
    <w:rsid w:val="006E2725"/>
    <w:rsid w:val="006E55F9"/>
    <w:rsid w:val="006E5EE2"/>
    <w:rsid w:val="006F1D5E"/>
    <w:rsid w:val="006F599E"/>
    <w:rsid w:val="006F7BCE"/>
    <w:rsid w:val="00705F3F"/>
    <w:rsid w:val="00711888"/>
    <w:rsid w:val="00711AF0"/>
    <w:rsid w:val="0072218F"/>
    <w:rsid w:val="007273FA"/>
    <w:rsid w:val="0073051C"/>
    <w:rsid w:val="00733BB8"/>
    <w:rsid w:val="00741436"/>
    <w:rsid w:val="00742209"/>
    <w:rsid w:val="00742D94"/>
    <w:rsid w:val="00744395"/>
    <w:rsid w:val="00745276"/>
    <w:rsid w:val="00752758"/>
    <w:rsid w:val="00763AEC"/>
    <w:rsid w:val="007640FC"/>
    <w:rsid w:val="007651CB"/>
    <w:rsid w:val="0076583D"/>
    <w:rsid w:val="00770A2E"/>
    <w:rsid w:val="00776A3B"/>
    <w:rsid w:val="00776ED0"/>
    <w:rsid w:val="007775F5"/>
    <w:rsid w:val="00781241"/>
    <w:rsid w:val="0078428B"/>
    <w:rsid w:val="007844E1"/>
    <w:rsid w:val="0078613A"/>
    <w:rsid w:val="00790956"/>
    <w:rsid w:val="00790CE2"/>
    <w:rsid w:val="00791534"/>
    <w:rsid w:val="00791CCE"/>
    <w:rsid w:val="007923B2"/>
    <w:rsid w:val="00792643"/>
    <w:rsid w:val="00795452"/>
    <w:rsid w:val="0079616F"/>
    <w:rsid w:val="007A087D"/>
    <w:rsid w:val="007A3B2B"/>
    <w:rsid w:val="007A3D38"/>
    <w:rsid w:val="007A6859"/>
    <w:rsid w:val="007A6A6B"/>
    <w:rsid w:val="007A7435"/>
    <w:rsid w:val="007B2144"/>
    <w:rsid w:val="007C1EB6"/>
    <w:rsid w:val="007C36BB"/>
    <w:rsid w:val="007C44A0"/>
    <w:rsid w:val="007C58D4"/>
    <w:rsid w:val="007C6AE7"/>
    <w:rsid w:val="007D08A8"/>
    <w:rsid w:val="007D1EBD"/>
    <w:rsid w:val="007D2469"/>
    <w:rsid w:val="007D2554"/>
    <w:rsid w:val="007D484D"/>
    <w:rsid w:val="007E41FC"/>
    <w:rsid w:val="007E6A58"/>
    <w:rsid w:val="008006F1"/>
    <w:rsid w:val="00801195"/>
    <w:rsid w:val="00803307"/>
    <w:rsid w:val="00803EB6"/>
    <w:rsid w:val="008116BD"/>
    <w:rsid w:val="00811FE1"/>
    <w:rsid w:val="00815908"/>
    <w:rsid w:val="00817913"/>
    <w:rsid w:val="0082003A"/>
    <w:rsid w:val="00821DC4"/>
    <w:rsid w:val="00823761"/>
    <w:rsid w:val="00823BB4"/>
    <w:rsid w:val="00831DA6"/>
    <w:rsid w:val="008321CF"/>
    <w:rsid w:val="008321E4"/>
    <w:rsid w:val="0083324D"/>
    <w:rsid w:val="00834E7A"/>
    <w:rsid w:val="008403C5"/>
    <w:rsid w:val="00841B92"/>
    <w:rsid w:val="008430BA"/>
    <w:rsid w:val="0084411A"/>
    <w:rsid w:val="00844729"/>
    <w:rsid w:val="008460E5"/>
    <w:rsid w:val="00846AAF"/>
    <w:rsid w:val="00847F9D"/>
    <w:rsid w:val="00851034"/>
    <w:rsid w:val="00854901"/>
    <w:rsid w:val="00857C3A"/>
    <w:rsid w:val="00861471"/>
    <w:rsid w:val="00862EA0"/>
    <w:rsid w:val="00865707"/>
    <w:rsid w:val="008702D5"/>
    <w:rsid w:val="008711D3"/>
    <w:rsid w:val="00875005"/>
    <w:rsid w:val="008816B6"/>
    <w:rsid w:val="008841E0"/>
    <w:rsid w:val="0088529E"/>
    <w:rsid w:val="00890F5B"/>
    <w:rsid w:val="008921E1"/>
    <w:rsid w:val="00896B6B"/>
    <w:rsid w:val="008A5039"/>
    <w:rsid w:val="008A627B"/>
    <w:rsid w:val="008A7ECC"/>
    <w:rsid w:val="008B11B0"/>
    <w:rsid w:val="008B13A4"/>
    <w:rsid w:val="008B18D0"/>
    <w:rsid w:val="008B1A09"/>
    <w:rsid w:val="008B287A"/>
    <w:rsid w:val="008B680B"/>
    <w:rsid w:val="008B6DD2"/>
    <w:rsid w:val="008C2772"/>
    <w:rsid w:val="008C290F"/>
    <w:rsid w:val="008C5A26"/>
    <w:rsid w:val="008D11A7"/>
    <w:rsid w:val="008D2D99"/>
    <w:rsid w:val="008D5C95"/>
    <w:rsid w:val="008E0EB4"/>
    <w:rsid w:val="008E2DBF"/>
    <w:rsid w:val="008E3A5C"/>
    <w:rsid w:val="008E4E0A"/>
    <w:rsid w:val="008F56E9"/>
    <w:rsid w:val="008F579D"/>
    <w:rsid w:val="008F5855"/>
    <w:rsid w:val="008F6347"/>
    <w:rsid w:val="00902A71"/>
    <w:rsid w:val="00903AB5"/>
    <w:rsid w:val="00907399"/>
    <w:rsid w:val="00910C0E"/>
    <w:rsid w:val="0091115C"/>
    <w:rsid w:val="009123C2"/>
    <w:rsid w:val="00912DF2"/>
    <w:rsid w:val="00916142"/>
    <w:rsid w:val="009161BB"/>
    <w:rsid w:val="00920286"/>
    <w:rsid w:val="00922056"/>
    <w:rsid w:val="009250A5"/>
    <w:rsid w:val="00933521"/>
    <w:rsid w:val="00941545"/>
    <w:rsid w:val="00943DB7"/>
    <w:rsid w:val="00947666"/>
    <w:rsid w:val="009479DE"/>
    <w:rsid w:val="00950792"/>
    <w:rsid w:val="009513B5"/>
    <w:rsid w:val="00951922"/>
    <w:rsid w:val="009523E3"/>
    <w:rsid w:val="009578CB"/>
    <w:rsid w:val="00957A69"/>
    <w:rsid w:val="0096641B"/>
    <w:rsid w:val="00971142"/>
    <w:rsid w:val="00974023"/>
    <w:rsid w:val="00974237"/>
    <w:rsid w:val="009763C7"/>
    <w:rsid w:val="00977670"/>
    <w:rsid w:val="00980924"/>
    <w:rsid w:val="009910B5"/>
    <w:rsid w:val="0099199E"/>
    <w:rsid w:val="0099221F"/>
    <w:rsid w:val="00993F3E"/>
    <w:rsid w:val="0099626D"/>
    <w:rsid w:val="0099728A"/>
    <w:rsid w:val="009A3B0C"/>
    <w:rsid w:val="009A43BE"/>
    <w:rsid w:val="009A44CD"/>
    <w:rsid w:val="009A73DF"/>
    <w:rsid w:val="009B0AEF"/>
    <w:rsid w:val="009B26D3"/>
    <w:rsid w:val="009B2C12"/>
    <w:rsid w:val="009B6D78"/>
    <w:rsid w:val="009C140A"/>
    <w:rsid w:val="009C1CD8"/>
    <w:rsid w:val="009C3BD8"/>
    <w:rsid w:val="009C3E91"/>
    <w:rsid w:val="009D0299"/>
    <w:rsid w:val="009D0B8C"/>
    <w:rsid w:val="009E0CD3"/>
    <w:rsid w:val="009E55C2"/>
    <w:rsid w:val="009E59A8"/>
    <w:rsid w:val="009E63B7"/>
    <w:rsid w:val="009E7BAA"/>
    <w:rsid w:val="009F02CE"/>
    <w:rsid w:val="009F36F0"/>
    <w:rsid w:val="009F47E6"/>
    <w:rsid w:val="009F4906"/>
    <w:rsid w:val="009F641D"/>
    <w:rsid w:val="009F6EAF"/>
    <w:rsid w:val="009F749A"/>
    <w:rsid w:val="00A04080"/>
    <w:rsid w:val="00A061A5"/>
    <w:rsid w:val="00A1109D"/>
    <w:rsid w:val="00A12041"/>
    <w:rsid w:val="00A15A7F"/>
    <w:rsid w:val="00A1631F"/>
    <w:rsid w:val="00A20734"/>
    <w:rsid w:val="00A25093"/>
    <w:rsid w:val="00A26467"/>
    <w:rsid w:val="00A26EFB"/>
    <w:rsid w:val="00A300CC"/>
    <w:rsid w:val="00A3299A"/>
    <w:rsid w:val="00A3359A"/>
    <w:rsid w:val="00A33D41"/>
    <w:rsid w:val="00A36D2E"/>
    <w:rsid w:val="00A36E4A"/>
    <w:rsid w:val="00A40194"/>
    <w:rsid w:val="00A4078D"/>
    <w:rsid w:val="00A41E11"/>
    <w:rsid w:val="00A420DB"/>
    <w:rsid w:val="00A44A06"/>
    <w:rsid w:val="00A44B1B"/>
    <w:rsid w:val="00A46780"/>
    <w:rsid w:val="00A51F6E"/>
    <w:rsid w:val="00A55311"/>
    <w:rsid w:val="00A5617A"/>
    <w:rsid w:val="00A564AE"/>
    <w:rsid w:val="00A6010B"/>
    <w:rsid w:val="00A60C7A"/>
    <w:rsid w:val="00A616E1"/>
    <w:rsid w:val="00A63F9D"/>
    <w:rsid w:val="00A64008"/>
    <w:rsid w:val="00A71083"/>
    <w:rsid w:val="00A720FA"/>
    <w:rsid w:val="00A729F2"/>
    <w:rsid w:val="00A740D4"/>
    <w:rsid w:val="00A829B6"/>
    <w:rsid w:val="00A91815"/>
    <w:rsid w:val="00A91E8F"/>
    <w:rsid w:val="00A9678D"/>
    <w:rsid w:val="00AA127B"/>
    <w:rsid w:val="00AA482A"/>
    <w:rsid w:val="00AA7DF6"/>
    <w:rsid w:val="00AB6836"/>
    <w:rsid w:val="00AC2AB0"/>
    <w:rsid w:val="00AC46D8"/>
    <w:rsid w:val="00AC6399"/>
    <w:rsid w:val="00AD0634"/>
    <w:rsid w:val="00AD1ED7"/>
    <w:rsid w:val="00AD55A1"/>
    <w:rsid w:val="00AE090E"/>
    <w:rsid w:val="00AE0B50"/>
    <w:rsid w:val="00AE1254"/>
    <w:rsid w:val="00AE6719"/>
    <w:rsid w:val="00AE715F"/>
    <w:rsid w:val="00AE797A"/>
    <w:rsid w:val="00AF041F"/>
    <w:rsid w:val="00AF24A9"/>
    <w:rsid w:val="00AF3DAF"/>
    <w:rsid w:val="00AF6231"/>
    <w:rsid w:val="00B00BCD"/>
    <w:rsid w:val="00B03542"/>
    <w:rsid w:val="00B04CC6"/>
    <w:rsid w:val="00B06394"/>
    <w:rsid w:val="00B065CB"/>
    <w:rsid w:val="00B20BFE"/>
    <w:rsid w:val="00B2274C"/>
    <w:rsid w:val="00B2421F"/>
    <w:rsid w:val="00B258B7"/>
    <w:rsid w:val="00B30D9B"/>
    <w:rsid w:val="00B327BB"/>
    <w:rsid w:val="00B34A3D"/>
    <w:rsid w:val="00B37068"/>
    <w:rsid w:val="00B45200"/>
    <w:rsid w:val="00B45F02"/>
    <w:rsid w:val="00B47F94"/>
    <w:rsid w:val="00B51A0A"/>
    <w:rsid w:val="00B5277E"/>
    <w:rsid w:val="00B55011"/>
    <w:rsid w:val="00B56DE9"/>
    <w:rsid w:val="00B6749C"/>
    <w:rsid w:val="00B72185"/>
    <w:rsid w:val="00B72EC6"/>
    <w:rsid w:val="00B74D14"/>
    <w:rsid w:val="00B75918"/>
    <w:rsid w:val="00B822EB"/>
    <w:rsid w:val="00B862E3"/>
    <w:rsid w:val="00B87458"/>
    <w:rsid w:val="00B91542"/>
    <w:rsid w:val="00B9260E"/>
    <w:rsid w:val="00B92B7C"/>
    <w:rsid w:val="00B95DA9"/>
    <w:rsid w:val="00B972B3"/>
    <w:rsid w:val="00BA0701"/>
    <w:rsid w:val="00BA27D1"/>
    <w:rsid w:val="00BA2917"/>
    <w:rsid w:val="00BA29A6"/>
    <w:rsid w:val="00BA405B"/>
    <w:rsid w:val="00BA44EF"/>
    <w:rsid w:val="00BA5B69"/>
    <w:rsid w:val="00BA75EC"/>
    <w:rsid w:val="00BB061C"/>
    <w:rsid w:val="00BB6668"/>
    <w:rsid w:val="00BC0949"/>
    <w:rsid w:val="00BD0CA9"/>
    <w:rsid w:val="00BD1772"/>
    <w:rsid w:val="00BD45D4"/>
    <w:rsid w:val="00BD4CFC"/>
    <w:rsid w:val="00BD665B"/>
    <w:rsid w:val="00BD705A"/>
    <w:rsid w:val="00BD7535"/>
    <w:rsid w:val="00BE7EAE"/>
    <w:rsid w:val="00BF05B1"/>
    <w:rsid w:val="00BF12BE"/>
    <w:rsid w:val="00BF2CB9"/>
    <w:rsid w:val="00BF4729"/>
    <w:rsid w:val="00BF63A5"/>
    <w:rsid w:val="00BF7E4E"/>
    <w:rsid w:val="00C00F73"/>
    <w:rsid w:val="00C0304D"/>
    <w:rsid w:val="00C0475D"/>
    <w:rsid w:val="00C130BC"/>
    <w:rsid w:val="00C155A8"/>
    <w:rsid w:val="00C16318"/>
    <w:rsid w:val="00C163C7"/>
    <w:rsid w:val="00C164BC"/>
    <w:rsid w:val="00C2041D"/>
    <w:rsid w:val="00C21D9B"/>
    <w:rsid w:val="00C22BA1"/>
    <w:rsid w:val="00C23C40"/>
    <w:rsid w:val="00C267A5"/>
    <w:rsid w:val="00C267B3"/>
    <w:rsid w:val="00C3535B"/>
    <w:rsid w:val="00C372B8"/>
    <w:rsid w:val="00C42FD3"/>
    <w:rsid w:val="00C4540F"/>
    <w:rsid w:val="00C459A6"/>
    <w:rsid w:val="00C46A5A"/>
    <w:rsid w:val="00C47916"/>
    <w:rsid w:val="00C52576"/>
    <w:rsid w:val="00C52E8B"/>
    <w:rsid w:val="00C54F6C"/>
    <w:rsid w:val="00C57582"/>
    <w:rsid w:val="00C57BFD"/>
    <w:rsid w:val="00C603C7"/>
    <w:rsid w:val="00C603E4"/>
    <w:rsid w:val="00C6046D"/>
    <w:rsid w:val="00C6353C"/>
    <w:rsid w:val="00C63CF9"/>
    <w:rsid w:val="00C67093"/>
    <w:rsid w:val="00C671F0"/>
    <w:rsid w:val="00C74403"/>
    <w:rsid w:val="00C81270"/>
    <w:rsid w:val="00C8554A"/>
    <w:rsid w:val="00C86539"/>
    <w:rsid w:val="00C86FB6"/>
    <w:rsid w:val="00C877B5"/>
    <w:rsid w:val="00C91175"/>
    <w:rsid w:val="00C92CAA"/>
    <w:rsid w:val="00C93B59"/>
    <w:rsid w:val="00C93F6D"/>
    <w:rsid w:val="00CA15C6"/>
    <w:rsid w:val="00CA1E4C"/>
    <w:rsid w:val="00CA2116"/>
    <w:rsid w:val="00CA3490"/>
    <w:rsid w:val="00CA5164"/>
    <w:rsid w:val="00CA67F9"/>
    <w:rsid w:val="00CA7131"/>
    <w:rsid w:val="00CB3683"/>
    <w:rsid w:val="00CC0D8E"/>
    <w:rsid w:val="00CC0F45"/>
    <w:rsid w:val="00CC7027"/>
    <w:rsid w:val="00CD0DE0"/>
    <w:rsid w:val="00CD1A34"/>
    <w:rsid w:val="00CD24AF"/>
    <w:rsid w:val="00CD46F2"/>
    <w:rsid w:val="00CD502D"/>
    <w:rsid w:val="00CE0B6E"/>
    <w:rsid w:val="00CE5680"/>
    <w:rsid w:val="00CE5699"/>
    <w:rsid w:val="00CE5D3F"/>
    <w:rsid w:val="00CE5F8E"/>
    <w:rsid w:val="00CE6487"/>
    <w:rsid w:val="00CF438E"/>
    <w:rsid w:val="00CF670D"/>
    <w:rsid w:val="00CF72BC"/>
    <w:rsid w:val="00CF7DFE"/>
    <w:rsid w:val="00D0377C"/>
    <w:rsid w:val="00D04F42"/>
    <w:rsid w:val="00D136FA"/>
    <w:rsid w:val="00D14AFB"/>
    <w:rsid w:val="00D14E48"/>
    <w:rsid w:val="00D2233A"/>
    <w:rsid w:val="00D23D84"/>
    <w:rsid w:val="00D25C2F"/>
    <w:rsid w:val="00D309A7"/>
    <w:rsid w:val="00D30D00"/>
    <w:rsid w:val="00D34C9E"/>
    <w:rsid w:val="00D36DA9"/>
    <w:rsid w:val="00D41199"/>
    <w:rsid w:val="00D42230"/>
    <w:rsid w:val="00D43F1A"/>
    <w:rsid w:val="00D45771"/>
    <w:rsid w:val="00D46CCC"/>
    <w:rsid w:val="00D478C2"/>
    <w:rsid w:val="00D5021A"/>
    <w:rsid w:val="00D5504D"/>
    <w:rsid w:val="00D567AA"/>
    <w:rsid w:val="00D601A7"/>
    <w:rsid w:val="00D620FA"/>
    <w:rsid w:val="00D62C94"/>
    <w:rsid w:val="00D633D9"/>
    <w:rsid w:val="00D657AD"/>
    <w:rsid w:val="00D66CD1"/>
    <w:rsid w:val="00D67072"/>
    <w:rsid w:val="00D71278"/>
    <w:rsid w:val="00D8286E"/>
    <w:rsid w:val="00D82C4A"/>
    <w:rsid w:val="00D836F2"/>
    <w:rsid w:val="00D84530"/>
    <w:rsid w:val="00D8705C"/>
    <w:rsid w:val="00D87A58"/>
    <w:rsid w:val="00D87D3B"/>
    <w:rsid w:val="00D909D1"/>
    <w:rsid w:val="00D91028"/>
    <w:rsid w:val="00D92A1E"/>
    <w:rsid w:val="00DA186A"/>
    <w:rsid w:val="00DA3287"/>
    <w:rsid w:val="00DA62D4"/>
    <w:rsid w:val="00DA6B50"/>
    <w:rsid w:val="00DA6D2A"/>
    <w:rsid w:val="00DB2CC7"/>
    <w:rsid w:val="00DB4A48"/>
    <w:rsid w:val="00DB6E46"/>
    <w:rsid w:val="00DC0F64"/>
    <w:rsid w:val="00DC4A3F"/>
    <w:rsid w:val="00DD2695"/>
    <w:rsid w:val="00DD5F80"/>
    <w:rsid w:val="00DD6E62"/>
    <w:rsid w:val="00DE131D"/>
    <w:rsid w:val="00DE23CE"/>
    <w:rsid w:val="00DE3E0D"/>
    <w:rsid w:val="00DE5B96"/>
    <w:rsid w:val="00DF1805"/>
    <w:rsid w:val="00E00287"/>
    <w:rsid w:val="00E114C5"/>
    <w:rsid w:val="00E15243"/>
    <w:rsid w:val="00E15C6E"/>
    <w:rsid w:val="00E15D4D"/>
    <w:rsid w:val="00E23E23"/>
    <w:rsid w:val="00E241BC"/>
    <w:rsid w:val="00E2482E"/>
    <w:rsid w:val="00E26690"/>
    <w:rsid w:val="00E269D8"/>
    <w:rsid w:val="00E27AEA"/>
    <w:rsid w:val="00E33574"/>
    <w:rsid w:val="00E364F9"/>
    <w:rsid w:val="00E37313"/>
    <w:rsid w:val="00E41440"/>
    <w:rsid w:val="00E45522"/>
    <w:rsid w:val="00E61795"/>
    <w:rsid w:val="00E62D06"/>
    <w:rsid w:val="00E63BA1"/>
    <w:rsid w:val="00E66D12"/>
    <w:rsid w:val="00E73782"/>
    <w:rsid w:val="00E7532F"/>
    <w:rsid w:val="00E7662B"/>
    <w:rsid w:val="00E8056A"/>
    <w:rsid w:val="00E8323F"/>
    <w:rsid w:val="00E90722"/>
    <w:rsid w:val="00E96C55"/>
    <w:rsid w:val="00EA0899"/>
    <w:rsid w:val="00EA16CD"/>
    <w:rsid w:val="00EA2019"/>
    <w:rsid w:val="00EA7AEA"/>
    <w:rsid w:val="00EB0BE9"/>
    <w:rsid w:val="00EB554F"/>
    <w:rsid w:val="00EB67B3"/>
    <w:rsid w:val="00EB6F63"/>
    <w:rsid w:val="00EC0E3A"/>
    <w:rsid w:val="00EC2224"/>
    <w:rsid w:val="00EC33AB"/>
    <w:rsid w:val="00EC3780"/>
    <w:rsid w:val="00ED1E6D"/>
    <w:rsid w:val="00ED2E16"/>
    <w:rsid w:val="00ED318F"/>
    <w:rsid w:val="00ED7608"/>
    <w:rsid w:val="00EE0F68"/>
    <w:rsid w:val="00EE40C2"/>
    <w:rsid w:val="00EE6F20"/>
    <w:rsid w:val="00F00E4E"/>
    <w:rsid w:val="00F048F2"/>
    <w:rsid w:val="00F05145"/>
    <w:rsid w:val="00F07C84"/>
    <w:rsid w:val="00F1146D"/>
    <w:rsid w:val="00F14FB8"/>
    <w:rsid w:val="00F16C9F"/>
    <w:rsid w:val="00F22BDF"/>
    <w:rsid w:val="00F26168"/>
    <w:rsid w:val="00F268B6"/>
    <w:rsid w:val="00F30DFB"/>
    <w:rsid w:val="00F31C34"/>
    <w:rsid w:val="00F34B5C"/>
    <w:rsid w:val="00F40F5A"/>
    <w:rsid w:val="00F41D17"/>
    <w:rsid w:val="00F5081D"/>
    <w:rsid w:val="00F51655"/>
    <w:rsid w:val="00F52095"/>
    <w:rsid w:val="00F53D9A"/>
    <w:rsid w:val="00F53F1A"/>
    <w:rsid w:val="00F573B8"/>
    <w:rsid w:val="00F57658"/>
    <w:rsid w:val="00F62A78"/>
    <w:rsid w:val="00F64268"/>
    <w:rsid w:val="00F72029"/>
    <w:rsid w:val="00F73805"/>
    <w:rsid w:val="00F80725"/>
    <w:rsid w:val="00F81FC0"/>
    <w:rsid w:val="00F839EE"/>
    <w:rsid w:val="00F861B0"/>
    <w:rsid w:val="00F865E4"/>
    <w:rsid w:val="00F90889"/>
    <w:rsid w:val="00F952FC"/>
    <w:rsid w:val="00F95F8C"/>
    <w:rsid w:val="00FA3D6E"/>
    <w:rsid w:val="00FB0980"/>
    <w:rsid w:val="00FB32A1"/>
    <w:rsid w:val="00FB46C5"/>
    <w:rsid w:val="00FB6755"/>
    <w:rsid w:val="00FB6A8F"/>
    <w:rsid w:val="00FC044B"/>
    <w:rsid w:val="00FC1CBC"/>
    <w:rsid w:val="00FC72ED"/>
    <w:rsid w:val="00FC7632"/>
    <w:rsid w:val="00FD026E"/>
    <w:rsid w:val="00FD72CE"/>
    <w:rsid w:val="00FE44C5"/>
    <w:rsid w:val="00FE55BE"/>
    <w:rsid w:val="00FE5F02"/>
    <w:rsid w:val="00FF03D5"/>
    <w:rsid w:val="00FF228E"/>
    <w:rsid w:val="00FF56F8"/>
    <w:rsid w:val="00FF6080"/>
    <w:rsid w:val="00FF670C"/>
    <w:rsid w:val="00FF7144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EA7098"/>
  <w15:docId w15:val="{ED7A1072-8192-40F4-97B3-1A2EC519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7F94"/>
    <w:rPr>
      <w:lang w:val="lt-LT"/>
    </w:rPr>
  </w:style>
  <w:style w:type="paragraph" w:styleId="Antrat1">
    <w:name w:val="heading 1"/>
    <w:aliases w:val="H1,H11,H12,H13,H14,H111,H121,H15,H112,H122,H16,H113,H123,H17,H114,H124,H18,H115,H125,H19,H110,H116,H126,H117,H127,H118,H128,H131,H141,H1111,H1211,H151,H1121,H1221,H161,H1131,H1231,H171,H1141,H1241,H181,H1151,H1251,H191,H1101,H1161,H1261,H1171"/>
    <w:basedOn w:val="prastasis"/>
    <w:next w:val="prastasis"/>
    <w:link w:val="Antrat1Diagrama"/>
    <w:uiPriority w:val="9"/>
    <w:qFormat/>
    <w:rsid w:val="00B47F9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Antrat2">
    <w:name w:val="heading 2"/>
    <w:aliases w:val="Title Header2"/>
    <w:basedOn w:val="prastasis"/>
    <w:next w:val="prastasis"/>
    <w:link w:val="Antrat2Diagrama"/>
    <w:unhideWhenUsed/>
    <w:qFormat/>
    <w:rsid w:val="00B47F9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ntrat3">
    <w:name w:val="heading 3"/>
    <w:aliases w:val="Section Header3,Sub-Clause Paragraph,H3,H31,H32,H33,H311,H321,H34,H312,H322,H35,H313,H323,H36,H37,H314,H324,H38,H315,H325,H39,H316,H326,H331,H3111,H3211,H341,H3121,H3221,H351,H3131,H3231,H361,H371,H3141,H3241,H381,H3151,H3251"/>
    <w:basedOn w:val="prastasis"/>
    <w:next w:val="prastasis"/>
    <w:link w:val="Antrat3Diagrama"/>
    <w:unhideWhenUsed/>
    <w:qFormat/>
    <w:rsid w:val="00B47F9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Antrat4">
    <w:name w:val="heading 4"/>
    <w:aliases w:val=" Sub-Clause Sub-paragraph,Sub-Clause Sub-paragraph,Heading 4 Char Char Char Char,H4"/>
    <w:basedOn w:val="prastasis"/>
    <w:next w:val="prastasis"/>
    <w:link w:val="Antrat4Diagrama"/>
    <w:unhideWhenUsed/>
    <w:qFormat/>
    <w:rsid w:val="00B47F9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ntrat5">
    <w:name w:val="heading 5"/>
    <w:aliases w:val="H5"/>
    <w:basedOn w:val="prastasis"/>
    <w:next w:val="prastasis"/>
    <w:link w:val="Antrat5Diagrama"/>
    <w:unhideWhenUsed/>
    <w:qFormat/>
    <w:rsid w:val="00B47F9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Antrat6">
    <w:name w:val="heading 6"/>
    <w:basedOn w:val="prastasis"/>
    <w:next w:val="prastasis"/>
    <w:link w:val="Antrat6Diagrama"/>
    <w:unhideWhenUsed/>
    <w:qFormat/>
    <w:rsid w:val="00B47F9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Antrat7">
    <w:name w:val="heading 7"/>
    <w:basedOn w:val="prastasis"/>
    <w:next w:val="prastasis"/>
    <w:link w:val="Antrat7Diagrama"/>
    <w:unhideWhenUsed/>
    <w:qFormat/>
    <w:rsid w:val="00B47F94"/>
    <w:pPr>
      <w:keepNext/>
      <w:keepLines/>
      <w:spacing w:before="120" w:after="0"/>
      <w:outlineLvl w:val="6"/>
    </w:pPr>
    <w:rPr>
      <w:i/>
      <w:iCs/>
    </w:rPr>
  </w:style>
  <w:style w:type="paragraph" w:styleId="Antrat8">
    <w:name w:val="heading 8"/>
    <w:basedOn w:val="prastasis"/>
    <w:next w:val="prastasis"/>
    <w:link w:val="Antrat8Diagrama"/>
    <w:unhideWhenUsed/>
    <w:qFormat/>
    <w:rsid w:val="00B47F94"/>
    <w:pPr>
      <w:keepNext/>
      <w:keepLines/>
      <w:spacing w:before="120" w:after="0"/>
      <w:outlineLvl w:val="7"/>
    </w:pPr>
    <w:rPr>
      <w:b/>
      <w:bCs/>
    </w:rPr>
  </w:style>
  <w:style w:type="paragraph" w:styleId="Antrat9">
    <w:name w:val="heading 9"/>
    <w:basedOn w:val="prastasis"/>
    <w:next w:val="prastasis"/>
    <w:link w:val="Antrat9Diagrama"/>
    <w:unhideWhenUsed/>
    <w:qFormat/>
    <w:rsid w:val="00B47F94"/>
    <w:pPr>
      <w:keepNext/>
      <w:keepLines/>
      <w:spacing w:before="120" w:after="0"/>
      <w:outlineLvl w:val="8"/>
    </w:pPr>
    <w:rPr>
      <w:i/>
      <w:i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kern w:val="20"/>
    </w:rPr>
  </w:style>
  <w:style w:type="paragraph" w:styleId="Porat">
    <w:name w:val="footer"/>
    <w:basedOn w:val="prastasis"/>
    <w:link w:val="PoratDiagrama"/>
    <w:uiPriority w:val="99"/>
    <w:unhideWhenUsed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PoratDiagrama">
    <w:name w:val="Poraštė Diagrama"/>
    <w:basedOn w:val="Numatytasispastraiposriftas"/>
    <w:link w:val="Porat"/>
    <w:uiPriority w:val="99"/>
    <w:rPr>
      <w:kern w:val="20"/>
    </w:r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link w:val="BetarpDiagrama"/>
    <w:uiPriority w:val="1"/>
    <w:qFormat/>
    <w:rsid w:val="00B47F94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Tahoma" w:hAnsi="Tahoma" w:cs="Tahoma"/>
      <w:sz w:val="16"/>
    </w:rPr>
  </w:style>
  <w:style w:type="character" w:customStyle="1" w:styleId="Antrat1Diagrama">
    <w:name w:val="Antraštė 1 Diagrama"/>
    <w:aliases w:val="H1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uiPriority w:val="9"/>
    <w:rsid w:val="00B47F9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B47F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Pr>
      <w:color w:val="80808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47F9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ibliografija">
    <w:name w:val="Bibliography"/>
    <w:basedOn w:val="prastasis"/>
    <w:next w:val="prastasis"/>
    <w:uiPriority w:val="37"/>
    <w:semiHidden/>
    <w:unhideWhenUsed/>
  </w:style>
  <w:style w:type="paragraph" w:styleId="Tekstoblokas">
    <w:name w:val="Block Text"/>
    <w:basedOn w:val="prastasis"/>
    <w:uiPriority w:val="99"/>
    <w:semiHidden/>
    <w:unhideWhenUsed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Pagrindinistekstas">
    <w:name w:val="Body Text"/>
    <w:aliases w:val="Char Char2,body text,contents,bt,Corps de texte,body tesx,heading_txt,bodytxy2...,bodytxy2,Body Text - Level 2,??2,Head3NoNumber,?drad,ändrad,Body Text Ro,body indent,Body single,EHPT,Body Text2,Body Text1,Standard paragraph,hd Cha"/>
    <w:basedOn w:val="prastasis"/>
    <w:link w:val="PagrindinistekstasDiagrama"/>
    <w:unhideWhenUsed/>
    <w:pPr>
      <w:spacing w:after="120"/>
    </w:pPr>
  </w:style>
  <w:style w:type="character" w:customStyle="1" w:styleId="PagrindinistekstasDiagrama">
    <w:name w:val="Pagrindinis tekstas Diagrama"/>
    <w:aliases w:val="Char Char2 Diagrama,body text Diagrama,contents Diagrama,bt Diagrama,Corps de texte Diagrama,body tesx Diagrama,heading_txt Diagrama,bodytxy2... Diagrama,bodytxy2 Diagrama,Body Text - Level 2 Diagrama,??2 Diagrama"/>
    <w:basedOn w:val="Numatytasispastraiposriftas"/>
    <w:link w:val="Pagrindinistekstas"/>
  </w:style>
  <w:style w:type="paragraph" w:styleId="Pagrindinistekstas2">
    <w:name w:val="Body Text 2"/>
    <w:basedOn w:val="prastasis"/>
    <w:link w:val="Pagrindinistekstas2Diagrama"/>
    <w:uiPriority w:val="99"/>
    <w:semiHidden/>
    <w:unhideWhenUsed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</w:style>
  <w:style w:type="paragraph" w:styleId="Pagrindinistekstas3">
    <w:name w:val="Body Text 3"/>
    <w:basedOn w:val="prastasis"/>
    <w:link w:val="Pagrindinistekstas3Diagrama"/>
    <w:uiPriority w:val="99"/>
    <w:semiHidden/>
    <w:unhideWhenUsed/>
    <w:pPr>
      <w:spacing w:after="120"/>
    </w:pPr>
    <w:rPr>
      <w:sz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Pr>
      <w:sz w:val="16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semiHidden/>
    <w:unhideWhenUsed/>
    <w:pPr>
      <w:spacing w:after="200"/>
      <w:ind w:firstLine="360"/>
    </w:pPr>
  </w:style>
  <w:style w:type="character" w:customStyle="1" w:styleId="PagrindiniotekstopirmatraukaDiagrama">
    <w:name w:val="Pagrindinio teksto pirma įtrauka Diagrama"/>
    <w:basedOn w:val="PagrindinistekstasDiagrama"/>
    <w:link w:val="Pagrindiniotekstopirmatrauka"/>
    <w:uiPriority w:val="99"/>
    <w:semiHidden/>
  </w:style>
  <w:style w:type="paragraph" w:styleId="Pagrindiniotekstotrauka">
    <w:name w:val="Body Text Indent"/>
    <w:basedOn w:val="prastasis"/>
    <w:link w:val="PagrindiniotekstotraukaDiagrama"/>
    <w:unhideWhenUsed/>
    <w:pPr>
      <w:spacing w:after="120"/>
      <w:ind w:left="360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semiHidden/>
    <w:unhideWhenUsed/>
    <w:pPr>
      <w:spacing w:after="200"/>
      <w:ind w:firstLine="360"/>
    </w:pPr>
  </w:style>
  <w:style w:type="character" w:customStyle="1" w:styleId="Pagrindiniotekstopirmatrauka2Diagrama">
    <w:name w:val="Pagrindinio teksto pirma įtrauka 2 Diagrama"/>
    <w:basedOn w:val="PagrindiniotekstotraukaDiagrama"/>
    <w:link w:val="Pagrindiniotekstopirmatrauka2"/>
    <w:uiPriority w:val="99"/>
    <w:semiHidden/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Pr>
      <w:sz w:val="16"/>
    </w:rPr>
  </w:style>
  <w:style w:type="character" w:styleId="Knygospavadinimas">
    <w:name w:val="Book Title"/>
    <w:basedOn w:val="Numatytasispastraiposriftas"/>
    <w:uiPriority w:val="33"/>
    <w:qFormat/>
    <w:rsid w:val="00B47F94"/>
    <w:rPr>
      <w:b/>
      <w:bCs/>
      <w:smallCaps/>
      <w:color w:val="auto"/>
    </w:rPr>
  </w:style>
  <w:style w:type="paragraph" w:styleId="Antrat">
    <w:name w:val="caption"/>
    <w:basedOn w:val="prastasis"/>
    <w:next w:val="prastasis"/>
    <w:unhideWhenUsed/>
    <w:qFormat/>
    <w:rsid w:val="00B47F94"/>
    <w:rPr>
      <w:b/>
      <w:bCs/>
      <w:sz w:val="18"/>
      <w:szCs w:val="18"/>
    </w:rPr>
  </w:style>
  <w:style w:type="paragraph" w:styleId="Ubaigimas">
    <w:name w:val="Closing"/>
    <w:basedOn w:val="prastasis"/>
    <w:link w:val="UbaigimasDiagrama"/>
    <w:uiPriority w:val="99"/>
    <w:semiHidden/>
    <w:unhideWhenUsed/>
    <w:pPr>
      <w:spacing w:after="0" w:line="240" w:lineRule="auto"/>
      <w:ind w:left="4320"/>
    </w:pPr>
  </w:style>
  <w:style w:type="character" w:customStyle="1" w:styleId="UbaigimasDiagrama">
    <w:name w:val="Užbaigimas Diagrama"/>
    <w:basedOn w:val="Numatytasispastraiposriftas"/>
    <w:link w:val="Ubaigimas"/>
    <w:uiPriority w:val="99"/>
    <w:semiHidden/>
  </w:style>
  <w:style w:type="table" w:styleId="Spalvotastinklelis">
    <w:name w:val="Colorful Grid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palvotastinklelis1parykinimas">
    <w:name w:val="Colorful Grid Accent 1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palvotastinklelis2parykinimas">
    <w:name w:val="Colorful Grid Accent 2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palvotastinklelis3parykinimas">
    <w:name w:val="Colorful Grid Accent 3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tinklelis4parykinimas">
    <w:name w:val="Colorful Grid Accent 4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palvotastinklelis5parykinimas">
    <w:name w:val="Colorful Grid Accent 5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palvotastinklelis6parykinimas">
    <w:name w:val="Colorful Grid Accent 6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palvotassraas">
    <w:name w:val="Colorful List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palvotassraas1parykinimas">
    <w:name w:val="Colorful List Accent 1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palvotassraas2parykinimas">
    <w:name w:val="Colorful List Accent 2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palvotassraas3parykinimas">
    <w:name w:val="Colorful List Accent 3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palvotassraas4parykinimas">
    <w:name w:val="Colorful List Accent 4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palvotassraas5parykinimas">
    <w:name w:val="Colorful List Accent 5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palvotassraas6parykinimas">
    <w:name w:val="Colorful List Accent 6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palvotasspalvinimas">
    <w:name w:val="Colorful Shading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1parykinimas">
    <w:name w:val="Colorful Shading Accent 1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2parykinimas">
    <w:name w:val="Colorful Shading Accent 2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3parykinimas">
    <w:name w:val="Colorful Shading Accent 3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spalvinimas4parykinimas">
    <w:name w:val="Colorful Shading Accent 4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5parykinimas">
    <w:name w:val="Colorful Shading Accent 5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6parykinimas">
    <w:name w:val="Colorful Shading Accent 6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entaronuoroda">
    <w:name w:val="annotation reference"/>
    <w:basedOn w:val="Numatytasispastraiposriftas"/>
    <w:uiPriority w:val="99"/>
    <w:unhideWhenUsed/>
    <w:qFormat/>
    <w:rPr>
      <w:sz w:val="16"/>
    </w:rPr>
  </w:style>
  <w:style w:type="paragraph" w:styleId="Komentarotekstas">
    <w:name w:val="annotation text"/>
    <w:aliases w:val="Diagrama1,Diagrama"/>
    <w:basedOn w:val="prastasis"/>
    <w:link w:val="KomentarotekstasDiagrama"/>
    <w:uiPriority w:val="99"/>
    <w:unhideWhenUsed/>
    <w:qFormat/>
    <w:pPr>
      <w:spacing w:line="240" w:lineRule="auto"/>
    </w:pPr>
  </w:style>
  <w:style w:type="character" w:customStyle="1" w:styleId="KomentarotekstasDiagrama">
    <w:name w:val="Komentaro tekstas Diagrama"/>
    <w:aliases w:val="Diagrama1 Diagrama,Diagrama Diagrama"/>
    <w:basedOn w:val="Numatytasispastraiposriftas"/>
    <w:link w:val="Komentarotekstas"/>
    <w:uiPriority w:val="99"/>
    <w:qFormat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sz w:val="20"/>
    </w:rPr>
  </w:style>
  <w:style w:type="table" w:styleId="Tamsussraas">
    <w:name w:val="Dark List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sussraas1parykinimas">
    <w:name w:val="Dark List Accent 1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sussraas2parykinimas">
    <w:name w:val="Dark List Accent 2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sussraas3parykinimas">
    <w:name w:val="Dark List Accent 3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sussraas4parykinimas">
    <w:name w:val="Dark List Accent 4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sussraas5parykinimas">
    <w:name w:val="Dark List Accent 5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sussraas6parykinimas">
    <w:name w:val="Dark List Accent 6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a">
    <w:name w:val="Date"/>
    <w:basedOn w:val="prastasis"/>
    <w:next w:val="prastasis"/>
    <w:link w:val="DataDiagrama"/>
    <w:uiPriority w:val="99"/>
    <w:semiHidden/>
    <w:unhideWhenUsed/>
  </w:style>
  <w:style w:type="character" w:customStyle="1" w:styleId="DataDiagrama">
    <w:name w:val="Data Diagrama"/>
    <w:basedOn w:val="Numatytasispastraiposriftas"/>
    <w:link w:val="Data"/>
    <w:uiPriority w:val="99"/>
    <w:semiHidden/>
  </w:style>
  <w:style w:type="paragraph" w:styleId="Dokumentostruktra">
    <w:name w:val="Document Map"/>
    <w:basedOn w:val="prastasis"/>
    <w:link w:val="DokumentostruktraDiagrama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Pr>
      <w:rFonts w:ascii="Tahoma" w:hAnsi="Tahoma" w:cs="Tahoma"/>
      <w:sz w:val="16"/>
    </w:rPr>
  </w:style>
  <w:style w:type="paragraph" w:styleId="Elpatoparaas">
    <w:name w:val="E-mail Signature"/>
    <w:basedOn w:val="prastasis"/>
    <w:link w:val="ElpatoparaasDiagrama"/>
    <w:uiPriority w:val="99"/>
    <w:semiHidden/>
    <w:unhideWhenUsed/>
    <w:pPr>
      <w:spacing w:after="0" w:line="240" w:lineRule="auto"/>
    </w:pPr>
  </w:style>
  <w:style w:type="character" w:customStyle="1" w:styleId="ElpatoparaasDiagrama">
    <w:name w:val="El. pašto parašas Diagrama"/>
    <w:basedOn w:val="Numatytasispastraiposriftas"/>
    <w:link w:val="Elpatoparaas"/>
    <w:uiPriority w:val="99"/>
    <w:semiHidden/>
  </w:style>
  <w:style w:type="character" w:styleId="Emfaz">
    <w:name w:val="Emphasis"/>
    <w:basedOn w:val="Numatytasispastraiposriftas"/>
    <w:uiPriority w:val="20"/>
    <w:qFormat/>
    <w:rsid w:val="00B47F94"/>
    <w:rPr>
      <w:i/>
      <w:iCs/>
      <w:color w:val="auto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Pr>
      <w:sz w:val="20"/>
    </w:rPr>
  </w:style>
  <w:style w:type="paragraph" w:styleId="Adresasantvoko">
    <w:name w:val="envelope address"/>
    <w:basedOn w:val="prastasis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Vokoatgalinisadresas">
    <w:name w:val="envelope return"/>
    <w:basedOn w:val="prastasis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Perirtashipersaitas">
    <w:name w:val="FollowedHyperlink"/>
    <w:basedOn w:val="Numatytasispastraiposriftas"/>
    <w:uiPriority w:val="99"/>
    <w:semiHidden/>
    <w:unhideWhenUsed/>
    <w:rPr>
      <w:color w:val="800080" w:themeColor="followedHyperlink"/>
      <w:u w:val="single"/>
    </w:rPr>
  </w:style>
  <w:style w:type="character" w:styleId="Puslapioinaosnuoroda">
    <w:name w:val="footnote reference"/>
    <w:basedOn w:val="Numatytasispastraiposriftas"/>
    <w:uiPriority w:val="99"/>
    <w:semiHidden/>
    <w:unhideWhenUsed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0" w:line="240" w:lineRule="auto"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Pr>
      <w:sz w:val="20"/>
    </w:rPr>
  </w:style>
  <w:style w:type="character" w:customStyle="1" w:styleId="Antrat3Diagrama">
    <w:name w:val="Antraštė 3 Diagrama"/>
    <w:aliases w:val="Section Header3 Diagrama,Sub-Clause Paragraph Diagrama,H3 Diagrama,H31 Diagrama,H32 Diagrama,H33 Diagrama,H311 Diagrama,H321 Diagrama,H34 Diagrama,H312 Diagrama,H322 Diagrama,H35 Diagrama,H313 Diagrama,H323 Diagrama,H36 Diagrama"/>
    <w:basedOn w:val="Numatytasispastraiposriftas"/>
    <w:link w:val="Antrat3"/>
    <w:rsid w:val="00B47F9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Antrat4Diagrama">
    <w:name w:val="Antraštė 4 Diagrama"/>
    <w:aliases w:val=" Sub-Clause Sub-paragraph Diagrama,Sub-Clause Sub-paragraph Diagrama,Heading 4 Char Char Char Char Diagrama,H4 Diagrama"/>
    <w:basedOn w:val="Numatytasispastraiposriftas"/>
    <w:link w:val="Antrat4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ntrat5Diagrama">
    <w:name w:val="Antraštė 5 Diagrama"/>
    <w:aliases w:val="H5 Diagrama"/>
    <w:basedOn w:val="Numatytasispastraiposriftas"/>
    <w:link w:val="Antrat5"/>
    <w:rsid w:val="00B47F94"/>
    <w:rPr>
      <w:rFonts w:asciiTheme="majorHAnsi" w:eastAsiaTheme="majorEastAsia" w:hAnsiTheme="majorHAnsi" w:cstheme="majorBidi"/>
      <w:b/>
      <w:bCs/>
    </w:rPr>
  </w:style>
  <w:style w:type="character" w:customStyle="1" w:styleId="Antrat6Diagrama">
    <w:name w:val="Antraštė 6 Diagrama"/>
    <w:basedOn w:val="Numatytasispastraiposriftas"/>
    <w:link w:val="Antrat6"/>
    <w:rsid w:val="00B47F9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Antrat7Diagrama">
    <w:name w:val="Antraštė 7 Diagrama"/>
    <w:basedOn w:val="Numatytasispastraiposriftas"/>
    <w:link w:val="Antrat7"/>
    <w:rsid w:val="00B47F94"/>
    <w:rPr>
      <w:i/>
      <w:iCs/>
    </w:rPr>
  </w:style>
  <w:style w:type="character" w:customStyle="1" w:styleId="Antrat8Diagrama">
    <w:name w:val="Antraštė 8 Diagrama"/>
    <w:basedOn w:val="Numatytasispastraiposriftas"/>
    <w:link w:val="Antrat8"/>
    <w:rsid w:val="00B47F94"/>
    <w:rPr>
      <w:b/>
      <w:bCs/>
    </w:rPr>
  </w:style>
  <w:style w:type="character" w:customStyle="1" w:styleId="Antrat9Diagrama">
    <w:name w:val="Antraštė 9 Diagrama"/>
    <w:basedOn w:val="Numatytasispastraiposriftas"/>
    <w:link w:val="Antrat9"/>
    <w:rsid w:val="00B47F94"/>
    <w:rPr>
      <w:i/>
      <w:iCs/>
    </w:rPr>
  </w:style>
  <w:style w:type="character" w:styleId="HTMLakronimas">
    <w:name w:val="HTML Acronym"/>
    <w:basedOn w:val="Numatytasispastraiposriftas"/>
    <w:uiPriority w:val="99"/>
    <w:semiHidden/>
    <w:unhideWhenUsed/>
  </w:style>
  <w:style w:type="paragraph" w:styleId="HTMLadresas">
    <w:name w:val="HTML Address"/>
    <w:basedOn w:val="prastasis"/>
    <w:link w:val="HTMLadresasDiagrama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Pr>
      <w:i/>
      <w:iCs/>
    </w:rPr>
  </w:style>
  <w:style w:type="character" w:styleId="HTMLcitata">
    <w:name w:val="HTML Cite"/>
    <w:basedOn w:val="Numatytasispastraiposriftas"/>
    <w:uiPriority w:val="99"/>
    <w:semiHidden/>
    <w:unhideWhenUsed/>
    <w:rPr>
      <w:i/>
      <w:iCs/>
    </w:rPr>
  </w:style>
  <w:style w:type="character" w:styleId="HTMLkodas">
    <w:name w:val="HTML Code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apibrimas">
    <w:name w:val="HTML Definition"/>
    <w:basedOn w:val="Numatytasispastraiposriftas"/>
    <w:uiPriority w:val="99"/>
    <w:semiHidden/>
    <w:unhideWhenUsed/>
    <w:rPr>
      <w:i/>
      <w:iCs/>
    </w:rPr>
  </w:style>
  <w:style w:type="character" w:styleId="HTMLklaviatra">
    <w:name w:val="HTML Keyboard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Pr>
      <w:rFonts w:ascii="Consolas" w:hAnsi="Consolas" w:cs="Consolas"/>
      <w:sz w:val="20"/>
    </w:rPr>
  </w:style>
  <w:style w:type="character" w:styleId="HTMLpavyzdys">
    <w:name w:val="HTML Sample"/>
    <w:basedOn w:val="Numatytasispastraiposriftas"/>
    <w:uiPriority w:val="99"/>
    <w:semiHidden/>
    <w:unhideWhenUsed/>
    <w:rPr>
      <w:rFonts w:ascii="Consolas" w:hAnsi="Consolas" w:cs="Consolas"/>
      <w:sz w:val="24"/>
    </w:rPr>
  </w:style>
  <w:style w:type="character" w:styleId="HTMLspausdinimomainl">
    <w:name w:val="HTML Typewriter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kintamasis">
    <w:name w:val="HTML Variable"/>
    <w:basedOn w:val="Numatytasispastraiposriftas"/>
    <w:uiPriority w:val="99"/>
    <w:semiHidden/>
    <w:unhideWhenUsed/>
    <w:rPr>
      <w:i/>
      <w:iCs/>
    </w:rPr>
  </w:style>
  <w:style w:type="character" w:styleId="Hipersaitas">
    <w:name w:val="Hyperlink"/>
    <w:aliases w:val="Alna"/>
    <w:basedOn w:val="Numatytasispastraiposriftas"/>
    <w:uiPriority w:val="99"/>
    <w:unhideWhenUsed/>
    <w:rPr>
      <w:color w:val="0000FF" w:themeColor="hyperlink"/>
      <w:u w:val="single"/>
    </w:rPr>
  </w:style>
  <w:style w:type="paragraph" w:styleId="Indeksas1">
    <w:name w:val="index 1"/>
    <w:basedOn w:val="prastasis"/>
    <w:next w:val="prastasis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ksas2">
    <w:name w:val="index 2"/>
    <w:basedOn w:val="prastasis"/>
    <w:next w:val="prastasis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ksas3">
    <w:name w:val="index 3"/>
    <w:basedOn w:val="prastasis"/>
    <w:next w:val="prastasis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ksas4">
    <w:name w:val="index 4"/>
    <w:basedOn w:val="prastasis"/>
    <w:next w:val="prastasis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ksas5">
    <w:name w:val="index 5"/>
    <w:basedOn w:val="prastasis"/>
    <w:next w:val="prastasis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ksas6">
    <w:name w:val="index 6"/>
    <w:basedOn w:val="prastasis"/>
    <w:next w:val="prastasis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ksas7">
    <w:name w:val="index 7"/>
    <w:basedOn w:val="prastasis"/>
    <w:next w:val="prastasis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ksas8">
    <w:name w:val="index 8"/>
    <w:basedOn w:val="prastasis"/>
    <w:next w:val="prastasis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ksas9">
    <w:name w:val="index 9"/>
    <w:basedOn w:val="prastasis"/>
    <w:next w:val="prastasis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ksoantrat">
    <w:name w:val="index heading"/>
    <w:basedOn w:val="prastasis"/>
    <w:next w:val="Indeksas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Rykuspabraukimas">
    <w:name w:val="Intense Emphasis"/>
    <w:basedOn w:val="Numatytasispastraiposriftas"/>
    <w:uiPriority w:val="21"/>
    <w:qFormat/>
    <w:rsid w:val="00B47F94"/>
    <w:rPr>
      <w:b/>
      <w:bCs/>
      <w:i/>
      <w:iCs/>
      <w:color w:val="auto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47F9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47F94"/>
    <w:rPr>
      <w:rFonts w:asciiTheme="majorHAnsi" w:eastAsiaTheme="majorEastAsia" w:hAnsiTheme="majorHAnsi" w:cstheme="majorBidi"/>
      <w:sz w:val="26"/>
      <w:szCs w:val="26"/>
    </w:rPr>
  </w:style>
  <w:style w:type="character" w:styleId="Rykinuoroda">
    <w:name w:val="Intense Reference"/>
    <w:basedOn w:val="Numatytasispastraiposriftas"/>
    <w:uiPriority w:val="32"/>
    <w:qFormat/>
    <w:rsid w:val="00B47F94"/>
    <w:rPr>
      <w:b/>
      <w:bCs/>
      <w:smallCaps/>
      <w:color w:val="auto"/>
      <w:u w:val="single"/>
    </w:rPr>
  </w:style>
  <w:style w:type="table" w:styleId="viesustinklelis">
    <w:name w:val="Light Grid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esustinklelis1parykinimas">
    <w:name w:val="Light Grid Accent 1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esustinklelis2parykinimas">
    <w:name w:val="Light Grid Accent 2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esustinklelis3parykinimas">
    <w:name w:val="Light Grid Accent 3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esustinklelis4parykinimas">
    <w:name w:val="Light Grid Accent 4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esustinklelis5parykinimas">
    <w:name w:val="Light Grid Accent 5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esustinklelis6parykinimas">
    <w:name w:val="Light Grid Accent 6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viesussraas">
    <w:name w:val="Light List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esussraas1parykinimas">
    <w:name w:val="Light List Accent 1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esussraas2parykinimas">
    <w:name w:val="Light List Accent 2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esussraas3parykinimas">
    <w:name w:val="Light List Accent 3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esussraas4parykinimas">
    <w:name w:val="Light List Accent 4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esussraas5parykinimas">
    <w:name w:val="Light List Accent 5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esussraas6parykinimas">
    <w:name w:val="Light List Accent 6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esusisspalvinimas">
    <w:name w:val="Light Shading"/>
    <w:basedOn w:val="prastojilente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esusspalvinimas1parykinimas">
    <w:name w:val="Light Shading Accent 1"/>
    <w:basedOn w:val="prastojilente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esusspalvinimas2parykinimas">
    <w:name w:val="Light Shading Accent 2"/>
    <w:basedOn w:val="prastojilente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esusspalvinimas3parykinimas">
    <w:name w:val="Light Shading Accent 3"/>
    <w:basedOn w:val="prastojilente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esusspalvinimas4parykinimas">
    <w:name w:val="Light Shading Accent 4"/>
    <w:basedOn w:val="prastojilente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esusspalvinimas5parykinimas">
    <w:name w:val="Light Shading Accent 5"/>
    <w:basedOn w:val="prastojilente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esusspalvinimas6parykinimas">
    <w:name w:val="Light Shading Accent 6"/>
    <w:basedOn w:val="prastojilente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Eilutsnumeris">
    <w:name w:val="line number"/>
    <w:basedOn w:val="Numatytasispastraiposriftas"/>
    <w:uiPriority w:val="99"/>
    <w:semiHidden/>
    <w:unhideWhenUsed/>
  </w:style>
  <w:style w:type="paragraph" w:styleId="Sraas">
    <w:name w:val="List"/>
    <w:basedOn w:val="prastasis"/>
    <w:unhideWhenUsed/>
    <w:pPr>
      <w:ind w:left="360" w:hanging="360"/>
      <w:contextualSpacing/>
    </w:pPr>
  </w:style>
  <w:style w:type="paragraph" w:styleId="Sraas2">
    <w:name w:val="List 2"/>
    <w:basedOn w:val="prastasis"/>
    <w:uiPriority w:val="99"/>
    <w:semiHidden/>
    <w:unhideWhenUsed/>
    <w:pPr>
      <w:ind w:left="720" w:hanging="360"/>
      <w:contextualSpacing/>
    </w:pPr>
  </w:style>
  <w:style w:type="paragraph" w:styleId="Sraas3">
    <w:name w:val="List 3"/>
    <w:basedOn w:val="prastasis"/>
    <w:uiPriority w:val="99"/>
    <w:semiHidden/>
    <w:unhideWhenUsed/>
    <w:pPr>
      <w:ind w:left="1080" w:hanging="360"/>
      <w:contextualSpacing/>
    </w:pPr>
  </w:style>
  <w:style w:type="paragraph" w:styleId="Sraas4">
    <w:name w:val="List 4"/>
    <w:basedOn w:val="prastasis"/>
    <w:uiPriority w:val="99"/>
    <w:semiHidden/>
    <w:unhideWhenUsed/>
    <w:pPr>
      <w:ind w:left="1440" w:hanging="360"/>
      <w:contextualSpacing/>
    </w:pPr>
  </w:style>
  <w:style w:type="paragraph" w:styleId="Sraas5">
    <w:name w:val="List 5"/>
    <w:basedOn w:val="prastasis"/>
    <w:uiPriority w:val="99"/>
    <w:semiHidden/>
    <w:unhideWhenUsed/>
    <w:pPr>
      <w:ind w:left="1800" w:hanging="360"/>
      <w:contextualSpacing/>
    </w:pPr>
  </w:style>
  <w:style w:type="paragraph" w:styleId="Sraassuenkleliais">
    <w:name w:val="List Bullet"/>
    <w:basedOn w:val="prastasis"/>
    <w:uiPriority w:val="1"/>
    <w:unhideWhenUsed/>
    <w:pPr>
      <w:numPr>
        <w:numId w:val="1"/>
      </w:numPr>
      <w:spacing w:after="40"/>
    </w:pPr>
  </w:style>
  <w:style w:type="paragraph" w:styleId="Sraassuenkleliais2">
    <w:name w:val="List Bullet 2"/>
    <w:basedOn w:val="prastasis"/>
    <w:uiPriority w:val="99"/>
    <w:semiHidden/>
    <w:unhideWhenUsed/>
    <w:pPr>
      <w:numPr>
        <w:numId w:val="2"/>
      </w:numPr>
      <w:contextualSpacing/>
    </w:pPr>
  </w:style>
  <w:style w:type="paragraph" w:styleId="Sraassuenkleliais3">
    <w:name w:val="List Bullet 3"/>
    <w:basedOn w:val="prastasis"/>
    <w:uiPriority w:val="99"/>
    <w:semiHidden/>
    <w:unhideWhenUsed/>
    <w:pPr>
      <w:numPr>
        <w:numId w:val="3"/>
      </w:numPr>
      <w:contextualSpacing/>
    </w:pPr>
  </w:style>
  <w:style w:type="paragraph" w:styleId="Sraassuenkleliais4">
    <w:name w:val="List Bullet 4"/>
    <w:basedOn w:val="prastasis"/>
    <w:uiPriority w:val="99"/>
    <w:semiHidden/>
    <w:unhideWhenUsed/>
    <w:pPr>
      <w:numPr>
        <w:numId w:val="4"/>
      </w:numPr>
      <w:contextualSpacing/>
    </w:pPr>
  </w:style>
  <w:style w:type="paragraph" w:styleId="Sraassuenkleliais5">
    <w:name w:val="List Bullet 5"/>
    <w:basedOn w:val="prastasis"/>
    <w:uiPriority w:val="99"/>
    <w:semiHidden/>
    <w:unhideWhenUsed/>
    <w:pPr>
      <w:numPr>
        <w:numId w:val="5"/>
      </w:numPr>
      <w:contextualSpacing/>
    </w:pPr>
  </w:style>
  <w:style w:type="paragraph" w:styleId="Sraotsinys">
    <w:name w:val="List Continue"/>
    <w:basedOn w:val="prastasis"/>
    <w:uiPriority w:val="99"/>
    <w:semiHidden/>
    <w:unhideWhenUsed/>
    <w:pPr>
      <w:spacing w:after="120"/>
      <w:ind w:left="360"/>
      <w:contextualSpacing/>
    </w:pPr>
  </w:style>
  <w:style w:type="paragraph" w:styleId="Sraotsinys2">
    <w:name w:val="List Continue 2"/>
    <w:basedOn w:val="prastasis"/>
    <w:uiPriority w:val="99"/>
    <w:semiHidden/>
    <w:unhideWhenUsed/>
    <w:pPr>
      <w:spacing w:after="120"/>
      <w:ind w:left="720"/>
      <w:contextualSpacing/>
    </w:pPr>
  </w:style>
  <w:style w:type="paragraph" w:styleId="Sraotsinys3">
    <w:name w:val="List Continue 3"/>
    <w:basedOn w:val="prastasis"/>
    <w:uiPriority w:val="99"/>
    <w:semiHidden/>
    <w:unhideWhenUsed/>
    <w:pPr>
      <w:spacing w:after="120"/>
      <w:ind w:left="1080"/>
      <w:contextualSpacing/>
    </w:pPr>
  </w:style>
  <w:style w:type="paragraph" w:styleId="Sraotsinys4">
    <w:name w:val="List Continue 4"/>
    <w:basedOn w:val="prastasis"/>
    <w:uiPriority w:val="99"/>
    <w:semiHidden/>
    <w:unhideWhenUsed/>
    <w:pPr>
      <w:spacing w:after="120"/>
      <w:ind w:left="1440"/>
      <w:contextualSpacing/>
    </w:pPr>
  </w:style>
  <w:style w:type="paragraph" w:styleId="Sraotsinys5">
    <w:name w:val="List Continue 5"/>
    <w:basedOn w:val="prastasis"/>
    <w:uiPriority w:val="99"/>
    <w:semiHidden/>
    <w:unhideWhenUsed/>
    <w:pPr>
      <w:spacing w:after="120"/>
      <w:ind w:left="1800"/>
      <w:contextualSpacing/>
    </w:pPr>
  </w:style>
  <w:style w:type="paragraph" w:styleId="Sraassunumeriais">
    <w:name w:val="List Number"/>
    <w:basedOn w:val="prastasis"/>
    <w:uiPriority w:val="1"/>
    <w:unhideWhenUsed/>
    <w:pPr>
      <w:numPr>
        <w:numId w:val="7"/>
      </w:numPr>
      <w:contextualSpacing/>
    </w:pPr>
  </w:style>
  <w:style w:type="paragraph" w:styleId="Sraassunumeriais2">
    <w:name w:val="List Number 2"/>
    <w:basedOn w:val="prastasis"/>
    <w:uiPriority w:val="1"/>
    <w:unhideWhenUsed/>
    <w:pPr>
      <w:numPr>
        <w:ilvl w:val="1"/>
        <w:numId w:val="7"/>
      </w:numPr>
      <w:contextualSpacing/>
    </w:pPr>
  </w:style>
  <w:style w:type="paragraph" w:styleId="Sraassunumeriais3">
    <w:name w:val="List Number 3"/>
    <w:basedOn w:val="prastasis"/>
    <w:uiPriority w:val="18"/>
    <w:unhideWhenUsed/>
    <w:pPr>
      <w:numPr>
        <w:ilvl w:val="2"/>
        <w:numId w:val="7"/>
      </w:numPr>
      <w:contextualSpacing/>
    </w:pPr>
  </w:style>
  <w:style w:type="paragraph" w:styleId="Sraassunumeriais4">
    <w:name w:val="List Number 4"/>
    <w:basedOn w:val="prastasis"/>
    <w:uiPriority w:val="18"/>
    <w:semiHidden/>
    <w:unhideWhenUsed/>
    <w:pPr>
      <w:numPr>
        <w:ilvl w:val="3"/>
        <w:numId w:val="7"/>
      </w:numPr>
      <w:contextualSpacing/>
    </w:pPr>
  </w:style>
  <w:style w:type="paragraph" w:styleId="Sraassunumeriais5">
    <w:name w:val="List Number 5"/>
    <w:basedOn w:val="prastasis"/>
    <w:uiPriority w:val="18"/>
    <w:semiHidden/>
    <w:unhideWhenUsed/>
    <w:pPr>
      <w:numPr>
        <w:ilvl w:val="4"/>
        <w:numId w:val="7"/>
      </w:numPr>
      <w:contextualSpacing/>
    </w:p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uiPriority w:val="34"/>
    <w:qFormat/>
    <w:pPr>
      <w:ind w:left="720"/>
      <w:contextualSpacing/>
    </w:pPr>
  </w:style>
  <w:style w:type="paragraph" w:styleId="Makrokomandostekstas">
    <w:name w:val="macro"/>
    <w:link w:val="MakrokomandostekstasDiagrama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krokomandostekstasDiagrama">
    <w:name w:val="Makrokomandos tekstas Diagrama"/>
    <w:basedOn w:val="Numatytasispastraiposriftas"/>
    <w:link w:val="Makrokomandostekstas"/>
    <w:uiPriority w:val="99"/>
    <w:semiHidden/>
    <w:rPr>
      <w:rFonts w:ascii="Consolas" w:hAnsi="Consolas" w:cs="Consolas"/>
      <w:sz w:val="20"/>
    </w:rPr>
  </w:style>
  <w:style w:type="table" w:styleId="1vidutinistinklelis">
    <w:name w:val="Medium Grid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vidutinistinklelis1parykinimas">
    <w:name w:val="Medium Grid 1 Accent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vidutinistinklelis2parykinimas">
    <w:name w:val="Medium Grid 1 Accent 2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vidutinistinklelis3parykinimas">
    <w:name w:val="Medium Grid 1 Accent 3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vidutinistinklelis4parykinimas">
    <w:name w:val="Medium Grid 1 Accent 4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vidutinistinklelis5parykinimas">
    <w:name w:val="Medium Grid 1 Accent 5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vidutinistinklelis6parykinimas">
    <w:name w:val="Medium Grid 1 Accent 6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vidutinistinklelis">
    <w:name w:val="Medium Grid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1parykinimas">
    <w:name w:val="Medium Grid 2 Accent 1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2parykinimas">
    <w:name w:val="Medium Grid 2 Accent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3parykinimas">
    <w:name w:val="Medium Grid 2 Accent 3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4parykinimas">
    <w:name w:val="Medium Grid 2 Accent 4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5parykinimas">
    <w:name w:val="Medium Grid 2 Accent 5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6parykinimas">
    <w:name w:val="Medium Grid 2 Accent 6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vidutinistinklelis">
    <w:name w:val="Medium Grid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vidutinistinklelis1parykinimas">
    <w:name w:val="Medium Grid 3 Accent 1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vidutinistinklelis2parykinimas">
    <w:name w:val="Medium Grid 3 Accent 2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vidutinistinklelis3parykinimas">
    <w:name w:val="Medium Grid 3 Accent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vidutinistinklelis4parykinimas">
    <w:name w:val="Medium Grid 3 Accent 4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vidutinistinklelis5parykinimas">
    <w:name w:val="Medium Grid 3 Accent 5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vidutinistinklelis6parykinimas">
    <w:name w:val="Medium Grid 3 Accent 6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vidutinissraas">
    <w:name w:val="Medium Lis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vidutinissraas1parykinimas">
    <w:name w:val="Medium List 1 Accen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vidutinissraas2parykinimas">
    <w:name w:val="Medium List 1 Accent 2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vidutinissraas3parykinimas">
    <w:name w:val="Medium List 1 Accent 3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vidutinissraas4parykinimas">
    <w:name w:val="Medium List 1 Accent 4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vidutinissraas5parykinimas">
    <w:name w:val="Medium List 1 Accent 5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vidutinissraas6parykinimas">
    <w:name w:val="Medium List 1 Accent 6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vidutinissraas">
    <w:name w:val="Medium Lis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1parykinimas">
    <w:name w:val="Medium List 2 Accent 1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2parykinimas">
    <w:name w:val="Medium List 2 Accen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3parykinimas">
    <w:name w:val="Medium List 2 Accent 3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4parykinimas">
    <w:name w:val="Medium List 2 Accent 4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5parykinimas">
    <w:name w:val="Medium List 2 Accent 5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6parykinimas">
    <w:name w:val="Medium List 2 Accent 6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vidutinisspalvinimas">
    <w:name w:val="Medium Shading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1parykinimas">
    <w:name w:val="Medium Shading 1 Accent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2parykinimas">
    <w:name w:val="Medium Shading 1 Accent 2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3parykinimas">
    <w:name w:val="Medium Shading 1 Accent 3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4parykinimas">
    <w:name w:val="Medium Shading 1 Accent 4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5parykinimas">
    <w:name w:val="Medium Shading 1 Accent 5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6parykinimas">
    <w:name w:val="Medium Shading 1 Accent 6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">
    <w:name w:val="Medium Shading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1parykinimas">
    <w:name w:val="Medium Shading 2 Accent 1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2parykinimas">
    <w:name w:val="Medium Shading 2 Accent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3parykinimas">
    <w:name w:val="Medium Shading 2 Accent 3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4parykinimas">
    <w:name w:val="Medium Shading 2 Accent 4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6parykinimas">
    <w:name w:val="Medium Shading 2 Accent 6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aikoantrat">
    <w:name w:val="Message Header"/>
    <w:basedOn w:val="prastasis"/>
    <w:link w:val="LaikoantratDiagrama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LaikoantratDiagrama">
    <w:name w:val="Laiško antraštė Diagrama"/>
    <w:basedOn w:val="Numatytasispastraiposriftas"/>
    <w:link w:val="Laikoantrat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prastasiniatinklio">
    <w:name w:val="Normal (Web)"/>
    <w:basedOn w:val="prastasis"/>
    <w:uiPriority w:val="99"/>
    <w:semiHidden/>
    <w:unhideWhenUsed/>
    <w:rPr>
      <w:rFonts w:ascii="Times New Roman" w:hAnsi="Times New Roman" w:cs="Times New Roman"/>
      <w:sz w:val="24"/>
    </w:rPr>
  </w:style>
  <w:style w:type="paragraph" w:styleId="prastojitrauka">
    <w:name w:val="Normal Indent"/>
    <w:basedOn w:val="prastasis"/>
    <w:uiPriority w:val="99"/>
    <w:semiHidden/>
    <w:unhideWhenUsed/>
    <w:pPr>
      <w:ind w:left="720"/>
    </w:pPr>
  </w:style>
  <w:style w:type="paragraph" w:styleId="Pastabosantrat">
    <w:name w:val="Note Heading"/>
    <w:basedOn w:val="prastasis"/>
    <w:next w:val="prastasis"/>
    <w:link w:val="PastabosantratDiagrama"/>
    <w:uiPriority w:val="99"/>
    <w:semiHidden/>
    <w:unhideWhenUsed/>
    <w:pPr>
      <w:spacing w:after="0" w:line="240" w:lineRule="auto"/>
    </w:pPr>
  </w:style>
  <w:style w:type="character" w:customStyle="1" w:styleId="PastabosantratDiagrama">
    <w:name w:val="Pastabos antraštė Diagrama"/>
    <w:basedOn w:val="Numatytasispastraiposriftas"/>
    <w:link w:val="Pastabosantrat"/>
    <w:uiPriority w:val="99"/>
    <w:semiHidden/>
  </w:style>
  <w:style w:type="character" w:styleId="Puslapionumeris">
    <w:name w:val="page number"/>
    <w:basedOn w:val="Numatytasispastraiposriftas"/>
    <w:uiPriority w:val="99"/>
    <w:semiHidden/>
    <w:unhideWhenUsed/>
  </w:style>
  <w:style w:type="paragraph" w:styleId="Paprastasistekstas">
    <w:name w:val="Plain Text"/>
    <w:basedOn w:val="prastasis"/>
    <w:link w:val="PaprastasistekstasDiagrama"/>
    <w:uiPriority w:val="99"/>
    <w:semiHidden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Pr>
      <w:rFonts w:ascii="Consolas" w:hAnsi="Consolas" w:cs="Consolas"/>
      <w:sz w:val="21"/>
    </w:rPr>
  </w:style>
  <w:style w:type="paragraph" w:styleId="Pasveikinimas">
    <w:name w:val="Salutation"/>
    <w:basedOn w:val="prastasis"/>
    <w:next w:val="prastasis"/>
    <w:link w:val="PasveikinimasDiagrama"/>
    <w:uiPriority w:val="99"/>
    <w:semiHidden/>
    <w:unhideWhenUsed/>
  </w:style>
  <w:style w:type="character" w:customStyle="1" w:styleId="PasveikinimasDiagrama">
    <w:name w:val="Pasveikinimas Diagrama"/>
    <w:basedOn w:val="Numatytasispastraiposriftas"/>
    <w:link w:val="Pasveikinimas"/>
    <w:uiPriority w:val="99"/>
    <w:semiHidden/>
  </w:style>
  <w:style w:type="paragraph" w:styleId="Paraas">
    <w:name w:val="Signature"/>
    <w:basedOn w:val="prastasis"/>
    <w:link w:val="ParaasDiagrama"/>
    <w:uiPriority w:val="9"/>
    <w:unhideWhenUsed/>
    <w:pPr>
      <w:spacing w:before="720" w:after="0" w:line="312" w:lineRule="auto"/>
      <w:contextualSpacing/>
    </w:pPr>
  </w:style>
  <w:style w:type="character" w:customStyle="1" w:styleId="ParaasDiagrama">
    <w:name w:val="Parašas Diagrama"/>
    <w:basedOn w:val="Numatytasispastraiposriftas"/>
    <w:link w:val="Paraas"/>
    <w:uiPriority w:val="9"/>
    <w:rPr>
      <w:kern w:val="20"/>
    </w:rPr>
  </w:style>
  <w:style w:type="character" w:styleId="Grietas">
    <w:name w:val="Strong"/>
    <w:basedOn w:val="Numatytasispastraiposriftas"/>
    <w:uiPriority w:val="22"/>
    <w:qFormat/>
    <w:rsid w:val="00B47F94"/>
    <w:rPr>
      <w:b/>
      <w:bCs/>
      <w:color w:val="auto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B47F9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47F94"/>
    <w:rPr>
      <w:rFonts w:asciiTheme="majorHAnsi" w:eastAsiaTheme="majorEastAsia" w:hAnsiTheme="majorHAnsi" w:cstheme="majorBidi"/>
      <w:sz w:val="24"/>
      <w:szCs w:val="24"/>
    </w:rPr>
  </w:style>
  <w:style w:type="character" w:styleId="Nerykuspabraukimas">
    <w:name w:val="Subtle Emphasis"/>
    <w:basedOn w:val="Numatytasispastraiposriftas"/>
    <w:uiPriority w:val="19"/>
    <w:qFormat/>
    <w:rsid w:val="00B47F94"/>
    <w:rPr>
      <w:i/>
      <w:iCs/>
      <w:color w:val="auto"/>
    </w:rPr>
  </w:style>
  <w:style w:type="character" w:styleId="Nerykinuoroda">
    <w:name w:val="Subtle Reference"/>
    <w:basedOn w:val="Numatytasispastraiposriftas"/>
    <w:uiPriority w:val="31"/>
    <w:qFormat/>
    <w:rsid w:val="00B47F94"/>
    <w:rPr>
      <w:smallCaps/>
      <w:color w:val="auto"/>
      <w:u w:val="single" w:color="7F7F7F" w:themeColor="text1" w:themeTint="80"/>
    </w:rPr>
  </w:style>
  <w:style w:type="table" w:styleId="LentelTrimaiaiefektai1">
    <w:name w:val="Table 3D effects 1"/>
    <w:basedOn w:val="prastojilente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Trimaiaiefektai2">
    <w:name w:val="Table 3D effects 2"/>
    <w:basedOn w:val="prastojilente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rimaiaiefektai3">
    <w:name w:val="Table 3D effects 3"/>
    <w:basedOn w:val="prastojilente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1">
    <w:name w:val="Table Classic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2">
    <w:name w:val="Table Classic 2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3">
    <w:name w:val="Table Classic 3"/>
    <w:basedOn w:val="prastojilente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4">
    <w:name w:val="Table Classic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1">
    <w:name w:val="Table Colorful 1"/>
    <w:basedOn w:val="prastojilente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2">
    <w:name w:val="Table Colorful 2"/>
    <w:basedOn w:val="prastojilente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3">
    <w:name w:val="Table Colorful 3"/>
    <w:basedOn w:val="prastojilente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tulpeliai1">
    <w:name w:val="Table Columns 1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2">
    <w:name w:val="Table Columns 2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3">
    <w:name w:val="Table Columns 3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4">
    <w:name w:val="Table Columns 4"/>
    <w:basedOn w:val="prastojilente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LentelStulpeliai5">
    <w:name w:val="Table Columns 5"/>
    <w:basedOn w:val="prastojilente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Lenteliuolaikin">
    <w:name w:val="Table Contemporary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entelElegantika">
    <w:name w:val="Table Elegant"/>
    <w:basedOn w:val="prastojilente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1">
    <w:name w:val="Table Grid 1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2">
    <w:name w:val="Table Grid 2"/>
    <w:basedOn w:val="prastojilente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3">
    <w:name w:val="Table Grid 3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4">
    <w:name w:val="Table Grid 4"/>
    <w:basedOn w:val="prastojilente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5">
    <w:name w:val="Table Grid 5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6">
    <w:name w:val="Table Grid 6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7">
    <w:name w:val="Table Grid 7"/>
    <w:basedOn w:val="prastojilente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8">
    <w:name w:val="Table Grid 8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1">
    <w:name w:val="Table List 1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2">
    <w:name w:val="Table List 2"/>
    <w:basedOn w:val="prastojilente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3">
    <w:name w:val="Table List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4">
    <w:name w:val="Table List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entelSraas5">
    <w:name w:val="Table List 5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6">
    <w:name w:val="Table List 6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entelSraas7">
    <w:name w:val="Table List 7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entelSraas8">
    <w:name w:val="Table List 8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teratra">
    <w:name w:val="table of authorities"/>
    <w:basedOn w:val="prastasis"/>
    <w:next w:val="prastasis"/>
    <w:uiPriority w:val="99"/>
    <w:semiHidden/>
    <w:unhideWhenUsed/>
    <w:pPr>
      <w:spacing w:after="0"/>
      <w:ind w:left="220" w:hanging="220"/>
    </w:pPr>
  </w:style>
  <w:style w:type="paragraph" w:styleId="Iliustracijsraas">
    <w:name w:val="table of figures"/>
    <w:basedOn w:val="prastasis"/>
    <w:next w:val="prastasis"/>
    <w:uiPriority w:val="99"/>
    <w:semiHidden/>
    <w:unhideWhenUsed/>
    <w:pPr>
      <w:spacing w:after="0"/>
    </w:pPr>
  </w:style>
  <w:style w:type="table" w:styleId="LentelProfesionali">
    <w:name w:val="Table Professional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Paprasta1">
    <w:name w:val="Table Simple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entelPaprasta2">
    <w:name w:val="Table Simple 2"/>
    <w:basedOn w:val="prastojilente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Paprasta3">
    <w:name w:val="Table Simple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ubtili1">
    <w:name w:val="Table Subtle 1"/>
    <w:basedOn w:val="prastojilente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ubtili2">
    <w:name w:val="Table Subtle 2"/>
    <w:basedOn w:val="prastojilente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ema">
    <w:name w:val="Table Theme"/>
    <w:basedOn w:val="prastojilente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iniatinklis1">
    <w:name w:val="Table Web 1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2">
    <w:name w:val="Table Web 2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3">
    <w:name w:val="Table Web 3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vadinimas">
    <w:name w:val="Title"/>
    <w:basedOn w:val="prastasis"/>
    <w:next w:val="prastasis"/>
    <w:link w:val="PavadinimasDiagrama"/>
    <w:uiPriority w:val="10"/>
    <w:qFormat/>
    <w:rsid w:val="00B47F9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47F9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Literatrossraoantrat">
    <w:name w:val="toa heading"/>
    <w:basedOn w:val="prastasis"/>
    <w:next w:val="prastasis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urinys1">
    <w:name w:val="toc 1"/>
    <w:basedOn w:val="prastasis"/>
    <w:next w:val="prastasis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</w:rPr>
  </w:style>
  <w:style w:type="paragraph" w:styleId="Turinys2">
    <w:name w:val="toc 2"/>
    <w:basedOn w:val="prastasis"/>
    <w:next w:val="prastasis"/>
    <w:autoRedefine/>
    <w:uiPriority w:val="39"/>
    <w:unhideWhenUsed/>
    <w:pPr>
      <w:spacing w:after="100"/>
      <w:ind w:left="220"/>
    </w:pPr>
  </w:style>
  <w:style w:type="paragraph" w:styleId="Turinys3">
    <w:name w:val="toc 3"/>
    <w:basedOn w:val="prastasis"/>
    <w:next w:val="prastasis"/>
    <w:autoRedefine/>
    <w:uiPriority w:val="39"/>
    <w:semiHidden/>
    <w:unhideWhenUsed/>
    <w:pPr>
      <w:spacing w:after="100"/>
      <w:ind w:left="440"/>
    </w:pPr>
  </w:style>
  <w:style w:type="paragraph" w:styleId="Turinys4">
    <w:name w:val="toc 4"/>
    <w:basedOn w:val="prastasis"/>
    <w:next w:val="prastasis"/>
    <w:autoRedefine/>
    <w:uiPriority w:val="39"/>
    <w:semiHidden/>
    <w:unhideWhenUsed/>
    <w:pPr>
      <w:spacing w:after="100"/>
      <w:ind w:left="660"/>
    </w:pPr>
  </w:style>
  <w:style w:type="paragraph" w:styleId="Turinys5">
    <w:name w:val="toc 5"/>
    <w:basedOn w:val="prastasis"/>
    <w:next w:val="prastasis"/>
    <w:autoRedefine/>
    <w:uiPriority w:val="39"/>
    <w:semiHidden/>
    <w:unhideWhenUsed/>
    <w:pPr>
      <w:spacing w:after="100"/>
      <w:ind w:left="880"/>
    </w:pPr>
  </w:style>
  <w:style w:type="paragraph" w:styleId="Turinys6">
    <w:name w:val="toc 6"/>
    <w:basedOn w:val="prastasis"/>
    <w:next w:val="prastasis"/>
    <w:autoRedefine/>
    <w:uiPriority w:val="39"/>
    <w:semiHidden/>
    <w:unhideWhenUsed/>
    <w:pPr>
      <w:spacing w:after="100"/>
      <w:ind w:left="1100"/>
    </w:pPr>
  </w:style>
  <w:style w:type="paragraph" w:styleId="Turinys7">
    <w:name w:val="toc 7"/>
    <w:basedOn w:val="prastasis"/>
    <w:next w:val="prastasis"/>
    <w:autoRedefine/>
    <w:uiPriority w:val="39"/>
    <w:semiHidden/>
    <w:unhideWhenUsed/>
    <w:pPr>
      <w:spacing w:after="100"/>
      <w:ind w:left="1320"/>
    </w:pPr>
  </w:style>
  <w:style w:type="paragraph" w:styleId="Turinys8">
    <w:name w:val="toc 8"/>
    <w:basedOn w:val="prastasis"/>
    <w:next w:val="prastasis"/>
    <w:autoRedefine/>
    <w:uiPriority w:val="39"/>
    <w:semiHidden/>
    <w:unhideWhenUsed/>
    <w:pPr>
      <w:spacing w:after="100"/>
      <w:ind w:left="1540"/>
    </w:pPr>
  </w:style>
  <w:style w:type="paragraph" w:styleId="Turinys9">
    <w:name w:val="toc 9"/>
    <w:basedOn w:val="prastasis"/>
    <w:next w:val="prastasis"/>
    <w:autoRedefine/>
    <w:uiPriority w:val="39"/>
    <w:semiHidden/>
    <w:unhideWhenUsed/>
    <w:pPr>
      <w:spacing w:after="100"/>
      <w:ind w:left="1760"/>
    </w:pPr>
  </w:style>
  <w:style w:type="paragraph" w:styleId="Turinioantrat">
    <w:name w:val="TOC Heading"/>
    <w:basedOn w:val="Antrat1"/>
    <w:next w:val="prastasis"/>
    <w:uiPriority w:val="39"/>
    <w:unhideWhenUsed/>
    <w:qFormat/>
    <w:rsid w:val="00B47F94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</w:style>
  <w:style w:type="paragraph" w:customStyle="1" w:styleId="Lentelsantrat">
    <w:name w:val="Lentelės antraštė"/>
    <w:basedOn w:val="prastasis"/>
    <w:uiPriority w:val="1"/>
    <w:pPr>
      <w:keepNext/>
      <w:pBdr>
        <w:top w:val="single" w:sz="4" w:space="1" w:color="4F81BD" w:themeColor="accent1"/>
        <w:left w:val="single" w:sz="4" w:space="6" w:color="4F81BD" w:themeColor="accent1"/>
        <w:bottom w:val="single" w:sz="4" w:space="1" w:color="4F81BD" w:themeColor="accent1"/>
        <w:right w:val="single" w:sz="4" w:space="6" w:color="4F81BD" w:themeColor="accent1"/>
      </w:pBdr>
      <w:shd w:val="clear" w:color="auto" w:fill="4F81B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Lentelstekstodeimtainskiltis">
    <w:name w:val="Lentelės teksto dešimtainė skiltis"/>
    <w:basedOn w:val="prastasis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sinlentel">
    <w:name w:val="Finansinė lentelė"/>
    <w:basedOn w:val="prastojilente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numbering" w:customStyle="1" w:styleId="Metinataskaita">
    <w:name w:val="Metinė ataskaita"/>
    <w:uiPriority w:val="99"/>
    <w:pPr>
      <w:numPr>
        <w:numId w:val="6"/>
      </w:numPr>
    </w:pPr>
  </w:style>
  <w:style w:type="paragraph" w:customStyle="1" w:styleId="Santrauka">
    <w:name w:val="Santrauka"/>
    <w:basedOn w:val="prastasis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Lentelstekstas">
    <w:name w:val="Lentelės tekstas"/>
    <w:basedOn w:val="prastasis"/>
    <w:uiPriority w:val="9"/>
    <w:pPr>
      <w:spacing w:before="60" w:after="60" w:line="240" w:lineRule="auto"/>
      <w:ind w:left="144" w:right="144"/>
    </w:pPr>
  </w:style>
  <w:style w:type="paragraph" w:customStyle="1" w:styleId="Lentelskitospussantrat">
    <w:name w:val="Lentelės kitos pusės antraštė"/>
    <w:basedOn w:val="prastasis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eliuotaantrat">
    <w:name w:val="Šešėliuota antraštė"/>
    <w:basedOn w:val="prastasis"/>
    <w:uiPriority w:val="19"/>
    <w:pPr>
      <w:pBdr>
        <w:top w:val="single" w:sz="2" w:space="2" w:color="4F81BD" w:themeColor="accent1"/>
        <w:left w:val="single" w:sz="2" w:space="6" w:color="4F81BD" w:themeColor="accent1"/>
        <w:bottom w:val="single" w:sz="2" w:space="2" w:color="4F81BD" w:themeColor="accent1"/>
        <w:right w:val="single" w:sz="2" w:space="6" w:color="4F81BD" w:themeColor="accent1"/>
      </w:pBdr>
      <w:shd w:val="clear" w:color="auto" w:fill="4F81B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34"/>
    <w:qFormat/>
    <w:locked/>
    <w:rsid w:val="00C372B8"/>
  </w:style>
  <w:style w:type="character" w:customStyle="1" w:styleId="InternetLink">
    <w:name w:val="Internet Link"/>
    <w:basedOn w:val="Numatytasispastraiposriftas"/>
    <w:uiPriority w:val="99"/>
    <w:unhideWhenUsed/>
    <w:rsid w:val="006B2576"/>
    <w:rPr>
      <w:color w:val="0000FF" w:themeColor="hyperlink"/>
      <w:u w:val="single"/>
    </w:rPr>
  </w:style>
  <w:style w:type="character" w:customStyle="1" w:styleId="ListLabel1">
    <w:name w:val="ListLabel 1"/>
    <w:qFormat/>
    <w:rsid w:val="006B2576"/>
    <w:rPr>
      <w:rFonts w:cs="Times New Roman"/>
      <w:b w:val="0"/>
      <w:bCs w:val="0"/>
      <w:i w:val="0"/>
      <w:iCs w:val="0"/>
      <w:color w:val="00000A"/>
      <w:sz w:val="20"/>
      <w:szCs w:val="20"/>
    </w:rPr>
  </w:style>
  <w:style w:type="character" w:customStyle="1" w:styleId="ListLabel2">
    <w:name w:val="ListLabel 2"/>
    <w:qFormat/>
    <w:rsid w:val="006B2576"/>
    <w:rPr>
      <w:rFonts w:cs="Times New Roman"/>
      <w:b w:val="0"/>
      <w:bCs w:val="0"/>
      <w:i w:val="0"/>
      <w:iCs w:val="0"/>
      <w:color w:val="00000A"/>
      <w:sz w:val="22"/>
      <w:szCs w:val="22"/>
    </w:rPr>
  </w:style>
  <w:style w:type="character" w:customStyle="1" w:styleId="ListLabel3">
    <w:name w:val="ListLabel 3"/>
    <w:qFormat/>
    <w:rsid w:val="006B2576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4">
    <w:name w:val="ListLabel 4"/>
    <w:qFormat/>
    <w:rsid w:val="006B2576"/>
    <w:rPr>
      <w:rFonts w:cs="Times New Roman"/>
    </w:rPr>
  </w:style>
  <w:style w:type="character" w:customStyle="1" w:styleId="ListLabel5">
    <w:name w:val="ListLabel 5"/>
    <w:qFormat/>
    <w:rsid w:val="006B2576"/>
    <w:rPr>
      <w:rFonts w:cs="Times New Roman"/>
    </w:rPr>
  </w:style>
  <w:style w:type="character" w:customStyle="1" w:styleId="ListLabel6">
    <w:name w:val="ListLabel 6"/>
    <w:qFormat/>
    <w:rsid w:val="006B2576"/>
    <w:rPr>
      <w:rFonts w:cs="Times New Roman"/>
    </w:rPr>
  </w:style>
  <w:style w:type="character" w:customStyle="1" w:styleId="ListLabel7">
    <w:name w:val="ListLabel 7"/>
    <w:qFormat/>
    <w:rsid w:val="006B2576"/>
    <w:rPr>
      <w:rFonts w:cs="Times New Roman"/>
    </w:rPr>
  </w:style>
  <w:style w:type="character" w:customStyle="1" w:styleId="ListLabel8">
    <w:name w:val="ListLabel 8"/>
    <w:qFormat/>
    <w:rsid w:val="006B2576"/>
    <w:rPr>
      <w:rFonts w:cs="Times New Roman"/>
    </w:rPr>
  </w:style>
  <w:style w:type="character" w:customStyle="1" w:styleId="ListLabel9">
    <w:name w:val="ListLabel 9"/>
    <w:qFormat/>
    <w:rsid w:val="006B2576"/>
    <w:rPr>
      <w:rFonts w:cs="Times New Roman"/>
    </w:rPr>
  </w:style>
  <w:style w:type="character" w:customStyle="1" w:styleId="ListLabel10">
    <w:name w:val="ListLabel 10"/>
    <w:qFormat/>
    <w:rsid w:val="006B2576"/>
    <w:rPr>
      <w:rFonts w:cs="Times New Roman"/>
    </w:rPr>
  </w:style>
  <w:style w:type="character" w:customStyle="1" w:styleId="ListLabel11">
    <w:name w:val="ListLabel 11"/>
    <w:qFormat/>
    <w:rsid w:val="006B2576"/>
    <w:rPr>
      <w:rFonts w:cs="Times New Roman"/>
    </w:rPr>
  </w:style>
  <w:style w:type="paragraph" w:customStyle="1" w:styleId="Heading">
    <w:name w:val="Heading"/>
    <w:basedOn w:val="prastasis"/>
    <w:next w:val="Pagrindinistekstas"/>
    <w:qFormat/>
    <w:rsid w:val="006B2576"/>
    <w:pPr>
      <w:keepNext/>
      <w:spacing w:before="240" w:after="120" w:line="240" w:lineRule="auto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prastasis"/>
    <w:qFormat/>
    <w:rsid w:val="006B2576"/>
    <w:pPr>
      <w:suppressLineNumbers/>
      <w:spacing w:after="0" w:line="240" w:lineRule="auto"/>
      <w:jc w:val="left"/>
    </w:pPr>
    <w:rPr>
      <w:rFonts w:ascii="Times New Roman" w:eastAsia="Times New Roman" w:hAnsi="Times New Roman" w:cs="Arial"/>
      <w:sz w:val="24"/>
      <w:szCs w:val="24"/>
    </w:rPr>
  </w:style>
  <w:style w:type="paragraph" w:customStyle="1" w:styleId="Default">
    <w:name w:val="Default"/>
    <w:rsid w:val="006B257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lt-LT"/>
    </w:rPr>
  </w:style>
  <w:style w:type="paragraph" w:styleId="Pataisymai">
    <w:name w:val="Revision"/>
    <w:hidden/>
    <w:uiPriority w:val="99"/>
    <w:semiHidden/>
    <w:rsid w:val="006B257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tajtip">
    <w:name w:val="tajtip"/>
    <w:basedOn w:val="prastasis"/>
    <w:rsid w:val="006B257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DA6B50"/>
    <w:rPr>
      <w:color w:val="605E5C"/>
      <w:shd w:val="clear" w:color="auto" w:fill="E1DFDD"/>
    </w:rPr>
  </w:style>
  <w:style w:type="paragraph" w:customStyle="1" w:styleId="Skyriauspavadinimas">
    <w:name w:val="Skyriaus pavadinimas"/>
    <w:basedOn w:val="prastasis"/>
    <w:rsid w:val="00AE090E"/>
    <w:pPr>
      <w:numPr>
        <w:numId w:val="12"/>
      </w:numPr>
      <w:spacing w:after="0" w:line="240" w:lineRule="auto"/>
      <w:jc w:val="center"/>
    </w:pPr>
    <w:rPr>
      <w:rFonts w:ascii="Times New Roman Bold" w:eastAsiaTheme="minorHAnsi" w:hAnsi="Times New Roman Bold" w:cs="Times New Roman"/>
      <w:b/>
      <w:caps/>
      <w:sz w:val="24"/>
      <w:szCs w:val="24"/>
      <w:lang w:val="en-GB"/>
    </w:rPr>
  </w:style>
  <w:style w:type="character" w:customStyle="1" w:styleId="FontStyle12">
    <w:name w:val="Font Style12"/>
    <w:uiPriority w:val="99"/>
    <w:qFormat/>
    <w:rsid w:val="00AE090E"/>
    <w:rPr>
      <w:rFonts w:ascii="Times New Roman" w:hAnsi="Times New Roman"/>
      <w:sz w:val="22"/>
    </w:rPr>
  </w:style>
  <w:style w:type="paragraph" w:customStyle="1" w:styleId="Style4">
    <w:name w:val="Style4"/>
    <w:basedOn w:val="prastasis"/>
    <w:link w:val="Style4CharChar"/>
    <w:rsid w:val="00F1146D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x-none" w:eastAsia="x-none"/>
    </w:rPr>
  </w:style>
  <w:style w:type="character" w:customStyle="1" w:styleId="Style4CharChar">
    <w:name w:val="Style4 Char Char"/>
    <w:link w:val="Style4"/>
    <w:rsid w:val="00F1146D"/>
    <w:rPr>
      <w:rFonts w:ascii="Times New Roman" w:eastAsiaTheme="minorHAnsi" w:hAnsi="Times New Roman" w:cs="Times New Roman"/>
      <w:sz w:val="24"/>
      <w:szCs w:val="24"/>
      <w:lang w:val="x-none" w:eastAsia="x-none"/>
    </w:rPr>
  </w:style>
  <w:style w:type="paragraph" w:customStyle="1" w:styleId="Pagrindinistekstas1">
    <w:name w:val="Pagrindinis tekstas1"/>
    <w:uiPriority w:val="99"/>
    <w:rsid w:val="00F1146D"/>
    <w:pPr>
      <w:autoSpaceDE w:val="0"/>
      <w:autoSpaceDN w:val="0"/>
      <w:adjustRightInd w:val="0"/>
      <w:spacing w:after="0" w:line="240" w:lineRule="auto"/>
      <w:ind w:firstLine="312"/>
    </w:pPr>
    <w:rPr>
      <w:rFonts w:ascii="TimesLT" w:eastAsia="Calibri" w:hAnsi="TimesLT" w:cs="TimesLT"/>
      <w:sz w:val="20"/>
      <w:szCs w:val="20"/>
    </w:rPr>
  </w:style>
  <w:style w:type="paragraph" w:customStyle="1" w:styleId="Point1">
    <w:name w:val="Point 1"/>
    <w:basedOn w:val="prastasis"/>
    <w:rsid w:val="00F1146D"/>
    <w:pPr>
      <w:spacing w:before="120" w:after="120" w:line="240" w:lineRule="auto"/>
      <w:ind w:left="1418" w:hanging="567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LIST--Simple1">
    <w:name w:val="LIST -- Simple 1"/>
    <w:basedOn w:val="prastasis"/>
    <w:autoRedefine/>
    <w:uiPriority w:val="99"/>
    <w:rsid w:val="00F1146D"/>
    <w:pPr>
      <w:tabs>
        <w:tab w:val="left" w:pos="2520"/>
      </w:tabs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PagrindinistekstasDiagrama1">
    <w:name w:val="Pagrindinis tekstas Diagrama1"/>
    <w:basedOn w:val="Numatytasispastraiposriftas"/>
    <w:uiPriority w:val="99"/>
    <w:semiHidden/>
    <w:rsid w:val="00F1146D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80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75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26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3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3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99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47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03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27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7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16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6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39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75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5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93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83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0816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5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9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24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7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77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3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54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84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2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30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90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94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55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54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84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46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82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45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3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0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90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2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9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81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86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1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7737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1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1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31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8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83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81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7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44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23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8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7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33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45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46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77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27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68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04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26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72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24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52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82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9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16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2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0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88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2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76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19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60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0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23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0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76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84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1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endnotes.xml"
                 Type="http://schemas.openxmlformats.org/officeDocument/2006/relationships/endnotes"/>
   <Relationship Id="rId11" Target="footer1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../customXml/item2.xml"
                 Type="http://schemas.openxmlformats.org/officeDocument/2006/relationships/customXml"/>
   <Relationship Id="rId3" Target="../customXml/item3.xml"
                 Type="http://schemas.openxmlformats.org/officeDocument/2006/relationships/customXml"/>
   <Relationship Id="rId4" Target="../customXml/item4.xml"
                 Type="http://schemas.openxmlformats.org/officeDocument/2006/relationships/customXml"/>
   <Relationship Id="rId5" Target="numbering.xml"
                 Type="http://schemas.openxmlformats.org/officeDocument/2006/relationships/numbering"/>
   <Relationship Id="rId6" Target="styles.xml"
                 Type="http://schemas.openxmlformats.org/officeDocument/2006/relationships/styles"/>
   <Relationship Id="rId7" Target="settings.xml"
                 Type="http://schemas.openxmlformats.org/officeDocument/2006/relationships/settings"/>
   <Relationship Id="rId8" Target="webSettings.xml"
                 Type="http://schemas.openxmlformats.org/officeDocument/2006/relationships/webSettings"/>
   <Relationship Id="rId9" Target="footnotes.xml"
                 Type="http://schemas.openxmlformats.org/officeDocument/2006/relationships/footnotes"/>
</Relationships>
</file>

<file path=word/_rels/settings.xml.rels><?xml version="1.0" encoding="UTF-8" standalone="yes"?>
<Relationships xmlns="http://schemas.openxmlformats.org/package/2006/relationships">
   <Relationship Id="rId1"
                 Target="file:///C:/Users/m09612/AppData/Roaming/Microsoft/&#352;ablonai/Metin&#279;%20ataskaita.dotx"
                 TargetMode="External"
                 Type="http://schemas.openxmlformats.org/officeDocument/2006/relationships/attachedTemplate"/>
</Relationships>
</file>

<file path=word/theme/theme1.xml><?xml version="1.0" encoding="utf-8"?>
<a:theme xmlns:a="http://schemas.openxmlformats.org/drawingml/2006/main" name="Annual Repo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_rels/item4.xml.rels><?xml version="1.0" encoding="UTF-8" standalone="yes"?>
<Relationships xmlns="http://schemas.openxmlformats.org/package/2006/relationships">
   <Relationship Id="rId1" Target="itemProps4.xml"
                 Type="http://schemas.openxmlformats.org/officeDocument/2006/relationships/customXmlProps"/>
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4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673125-86C2-421F-9823-592FE30A8E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3CAF3-305B-4DBF-B139-1E477BBE73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Metinė ataskaita</Template>
  <TotalTime>2</TotalTime>
  <Pages>2</Pages>
  <Words>1022</Words>
  <Characters>584</Characters>
  <Application>Microsoft Office Word</Application>
  <DocSecurity>0</DocSecurity>
  <Lines>4</Lines>
  <Paragraphs>3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SPECIALIOSIOS SĄLYGOS</vt:lpstr>
      <vt:lpstr>SPECIALIOSIOS SĄLYGOS</vt:lpstr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2025-01-03T06:36:00Z</dcterms:created>
  <dc:creator>Evaldas Stadalius</dc:creator>
  <cp:lastModifiedBy>Remigijus Stundžia</cp:lastModifiedBy>
  <cp:lastPrinted>2018-03-07T08:06:00Z</cp:lastPrinted>
  <dcterms:modified xsi:type="dcterms:W3CDTF">2025-01-24T11:48:00Z</dcterms:modified>
  <cp:revision>4</cp:revision>
  <dc:title>SPECIALIOSIOS SĄLYGOS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